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B393A9" w14:textId="7772EF89" w:rsidR="00226FB0" w:rsidRPr="006B3A6B" w:rsidRDefault="00346E19" w:rsidP="00BA4CE2">
      <w:pPr>
        <w:tabs>
          <w:tab w:val="num" w:pos="0"/>
        </w:tabs>
        <w:spacing w:line="300" w:lineRule="atLeast"/>
        <w:rPr>
          <w:rFonts w:asciiTheme="minorHAnsi" w:hAnsiTheme="minorHAnsi" w:cstheme="minorHAnsi"/>
          <w:b/>
          <w:sz w:val="20"/>
          <w:szCs w:val="20"/>
        </w:rPr>
      </w:pPr>
      <w:r w:rsidRPr="00B62424">
        <w:rPr>
          <w:rFonts w:asciiTheme="minorHAnsi" w:hAnsiTheme="minorHAnsi" w:cstheme="minorHAnsi"/>
          <w:b/>
          <w:sz w:val="20"/>
          <w:szCs w:val="20"/>
        </w:rPr>
        <w:t xml:space="preserve">Κωδικός </w:t>
      </w:r>
      <w:r w:rsidR="00226FB0" w:rsidRPr="00B62424">
        <w:rPr>
          <w:rFonts w:asciiTheme="minorHAnsi" w:hAnsiTheme="minorHAnsi" w:cstheme="minorHAnsi"/>
          <w:b/>
          <w:sz w:val="20"/>
          <w:szCs w:val="20"/>
        </w:rPr>
        <w:t xml:space="preserve"> Πρόσκλησης : </w:t>
      </w:r>
      <w:r w:rsidR="0066701E" w:rsidRPr="00B62424">
        <w:rPr>
          <w:rFonts w:asciiTheme="minorHAnsi" w:hAnsiTheme="minorHAnsi" w:cstheme="minorHAnsi"/>
          <w:b/>
          <w:sz w:val="20"/>
          <w:szCs w:val="20"/>
        </w:rPr>
        <w:t xml:space="preserve">  </w:t>
      </w:r>
      <w:r w:rsidR="00C17BC4">
        <w:rPr>
          <w:rFonts w:asciiTheme="minorHAnsi" w:hAnsiTheme="minorHAnsi" w:cstheme="minorHAnsi"/>
          <w:b/>
          <w:bCs/>
          <w:sz w:val="20"/>
          <w:szCs w:val="20"/>
        </w:rPr>
        <w:t>ΗΠ-0</w:t>
      </w:r>
      <w:r w:rsidR="006B3A6B" w:rsidRPr="006B3A6B">
        <w:rPr>
          <w:rFonts w:asciiTheme="minorHAnsi" w:hAnsiTheme="minorHAnsi" w:cstheme="minorHAnsi"/>
          <w:b/>
          <w:bCs/>
          <w:sz w:val="20"/>
          <w:szCs w:val="20"/>
        </w:rPr>
        <w:t>71</w:t>
      </w:r>
      <w:r w:rsidR="00C17BC4">
        <w:rPr>
          <w:rFonts w:asciiTheme="minorHAnsi" w:hAnsiTheme="minorHAnsi" w:cstheme="minorHAnsi"/>
          <w:b/>
          <w:bCs/>
          <w:sz w:val="20"/>
          <w:szCs w:val="20"/>
        </w:rPr>
        <w:t xml:space="preserve"> </w:t>
      </w:r>
      <w:r w:rsidR="00C17BC4" w:rsidRPr="00C17BC4">
        <w:rPr>
          <w:rFonts w:asciiTheme="minorHAnsi" w:hAnsiTheme="minorHAnsi" w:cstheme="minorHAnsi"/>
          <w:b/>
          <w:bCs/>
          <w:sz w:val="20"/>
          <w:szCs w:val="20"/>
        </w:rPr>
        <w:t xml:space="preserve">Υποδομές επαγγελματικής εκπαίδευσης και δια βίου μάθησης : Εκσυγχρονισμός και αναβάθμιση </w:t>
      </w:r>
      <w:r w:rsidR="00224689">
        <w:rPr>
          <w:rFonts w:asciiTheme="minorHAnsi" w:hAnsiTheme="minorHAnsi" w:cstheme="minorHAnsi"/>
          <w:b/>
          <w:bCs/>
          <w:sz w:val="20"/>
          <w:szCs w:val="20"/>
        </w:rPr>
        <w:t>Σ.Α.Ε.Κ. Ιωαννίνων – Γαλακτοκομική Σχολή</w:t>
      </w:r>
      <w:r w:rsidR="006B3A6B" w:rsidRPr="006B3A6B">
        <w:rPr>
          <w:rFonts w:asciiTheme="minorHAnsi" w:hAnsiTheme="minorHAnsi" w:cstheme="minorHAnsi"/>
          <w:b/>
          <w:bCs/>
          <w:sz w:val="20"/>
          <w:szCs w:val="20"/>
        </w:rPr>
        <w:t xml:space="preserve"> (2</w:t>
      </w:r>
      <w:r w:rsidR="006B3A6B" w:rsidRPr="006B3A6B">
        <w:rPr>
          <w:rFonts w:asciiTheme="minorHAnsi" w:hAnsiTheme="minorHAnsi" w:cstheme="minorHAnsi"/>
          <w:b/>
          <w:bCs/>
          <w:sz w:val="20"/>
          <w:szCs w:val="20"/>
          <w:vertAlign w:val="superscript"/>
        </w:rPr>
        <w:t>η</w:t>
      </w:r>
      <w:r w:rsidR="006B3A6B">
        <w:rPr>
          <w:rFonts w:asciiTheme="minorHAnsi" w:hAnsiTheme="minorHAnsi" w:cstheme="minorHAnsi"/>
          <w:b/>
          <w:bCs/>
          <w:sz w:val="20"/>
          <w:szCs w:val="20"/>
        </w:rPr>
        <w:t xml:space="preserve"> πρόσκληση)</w:t>
      </w:r>
    </w:p>
    <w:p w14:paraId="20348D58" w14:textId="77777777" w:rsidR="00226FB0" w:rsidRPr="00B62424" w:rsidRDefault="00226FB0" w:rsidP="00BA4CE2">
      <w:pPr>
        <w:tabs>
          <w:tab w:val="num" w:pos="0"/>
        </w:tabs>
        <w:spacing w:line="300" w:lineRule="atLeast"/>
        <w:rPr>
          <w:rFonts w:asciiTheme="minorHAnsi" w:hAnsiTheme="minorHAnsi" w:cstheme="minorHAnsi"/>
          <w:b/>
          <w:sz w:val="20"/>
          <w:szCs w:val="20"/>
        </w:rPr>
      </w:pPr>
    </w:p>
    <w:p w14:paraId="1B1F1F5F" w14:textId="77777777" w:rsidR="00BA4CE2" w:rsidRPr="00B62424" w:rsidRDefault="00226FB0" w:rsidP="00BA4CE2">
      <w:pPr>
        <w:outlineLvl w:val="0"/>
        <w:rPr>
          <w:rFonts w:asciiTheme="minorHAnsi" w:hAnsiTheme="minorHAnsi" w:cstheme="minorHAnsi"/>
          <w:b/>
          <w:sz w:val="20"/>
          <w:szCs w:val="20"/>
        </w:rPr>
      </w:pPr>
      <w:r w:rsidRPr="00B62424">
        <w:rPr>
          <w:rFonts w:asciiTheme="minorHAnsi" w:hAnsiTheme="minorHAnsi" w:cstheme="minorHAnsi"/>
          <w:b/>
          <w:sz w:val="20"/>
          <w:szCs w:val="20"/>
        </w:rPr>
        <w:t>Φορέας Υποβολής Πρότασης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14032E0C" w14:textId="77777777" w:rsidR="00226FB0" w:rsidRPr="00B62424" w:rsidRDefault="00226FB0" w:rsidP="00BA4CE2">
      <w:pPr>
        <w:outlineLvl w:val="0"/>
        <w:rPr>
          <w:rFonts w:asciiTheme="minorHAnsi" w:hAnsiTheme="minorHAnsi" w:cstheme="minorHAnsi"/>
          <w:b/>
          <w:sz w:val="20"/>
          <w:szCs w:val="20"/>
        </w:rPr>
      </w:pPr>
    </w:p>
    <w:p w14:paraId="590A2E1E" w14:textId="77777777" w:rsidR="00BA4CE2" w:rsidRPr="00B62424" w:rsidRDefault="00226FB0" w:rsidP="00BA4CE2">
      <w:pPr>
        <w:pBdr>
          <w:bottom w:val="single" w:sz="4" w:space="1" w:color="auto"/>
        </w:pBdr>
        <w:outlineLvl w:val="0"/>
        <w:rPr>
          <w:rFonts w:asciiTheme="minorHAnsi" w:hAnsiTheme="minorHAnsi" w:cstheme="minorHAnsi"/>
          <w:b/>
          <w:sz w:val="20"/>
          <w:szCs w:val="20"/>
        </w:rPr>
      </w:pPr>
      <w:r w:rsidRPr="00B62424">
        <w:rPr>
          <w:rFonts w:asciiTheme="minorHAnsi" w:hAnsiTheme="minorHAnsi" w:cstheme="minorHAnsi"/>
          <w:b/>
          <w:sz w:val="20"/>
          <w:szCs w:val="20"/>
        </w:rPr>
        <w:t>Τίτλος Προτεινόμενης Πράξης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769811BB" w14:textId="77777777" w:rsidR="0086562A" w:rsidRPr="00B62424" w:rsidRDefault="0086562A" w:rsidP="00BA4CE2">
      <w:pPr>
        <w:pBdr>
          <w:bottom w:val="single" w:sz="4" w:space="1" w:color="auto"/>
        </w:pBdr>
        <w:outlineLvl w:val="0"/>
        <w:rPr>
          <w:rFonts w:asciiTheme="minorHAnsi" w:hAnsiTheme="minorHAnsi" w:cstheme="minorHAnsi"/>
          <w:b/>
          <w:sz w:val="20"/>
          <w:szCs w:val="20"/>
        </w:rPr>
      </w:pPr>
    </w:p>
    <w:p w14:paraId="42ED3529" w14:textId="77777777" w:rsidR="00226FB0" w:rsidRPr="00B62424" w:rsidRDefault="00226FB0" w:rsidP="00BA4CE2">
      <w:pPr>
        <w:outlineLvl w:val="0"/>
        <w:rPr>
          <w:rFonts w:asciiTheme="minorHAnsi" w:hAnsiTheme="minorHAnsi" w:cstheme="minorHAnsi"/>
          <w:b/>
          <w:sz w:val="18"/>
          <w:szCs w:val="18"/>
        </w:rPr>
      </w:pPr>
    </w:p>
    <w:p w14:paraId="211D340C" w14:textId="77777777" w:rsidR="0086562A" w:rsidRPr="00B62424" w:rsidRDefault="0086562A" w:rsidP="00BA4CE2">
      <w:pPr>
        <w:outlineLvl w:val="0"/>
        <w:rPr>
          <w:rFonts w:asciiTheme="minorHAnsi" w:hAnsiTheme="minorHAnsi" w:cstheme="minorHAnsi"/>
          <w:b/>
          <w:sz w:val="18"/>
          <w:szCs w:val="18"/>
        </w:rPr>
      </w:pPr>
    </w:p>
    <w:p w14:paraId="298611A0" w14:textId="1AF5CB26" w:rsidR="0020332F" w:rsidRPr="00B62424" w:rsidRDefault="0020332F" w:rsidP="0020332F">
      <w:pPr>
        <w:spacing w:line="360" w:lineRule="auto"/>
        <w:jc w:val="center"/>
        <w:rPr>
          <w:rFonts w:asciiTheme="minorHAnsi" w:hAnsiTheme="minorHAnsi" w:cstheme="minorHAnsi"/>
          <w:b/>
          <w:sz w:val="22"/>
          <w:szCs w:val="22"/>
          <w:u w:val="single"/>
        </w:rPr>
      </w:pPr>
      <w:r w:rsidRPr="00B62424">
        <w:rPr>
          <w:rFonts w:asciiTheme="minorHAnsi" w:hAnsiTheme="minorHAnsi" w:cstheme="minorHAnsi"/>
          <w:b/>
          <w:sz w:val="22"/>
          <w:szCs w:val="22"/>
          <w:u w:val="single"/>
        </w:rPr>
        <w:t>ΕΚΘΕΣΗ</w:t>
      </w:r>
      <w:r>
        <w:rPr>
          <w:rFonts w:asciiTheme="minorHAnsi" w:hAnsiTheme="minorHAnsi" w:cstheme="minorHAnsi"/>
          <w:b/>
          <w:sz w:val="22"/>
          <w:szCs w:val="22"/>
          <w:u w:val="single"/>
        </w:rPr>
        <w:t xml:space="preserve"> </w:t>
      </w:r>
      <w:r w:rsidR="00C17BC4">
        <w:rPr>
          <w:rFonts w:asciiTheme="minorHAnsi" w:hAnsiTheme="minorHAnsi" w:cstheme="minorHAnsi"/>
          <w:b/>
          <w:sz w:val="22"/>
          <w:szCs w:val="22"/>
          <w:u w:val="single"/>
        </w:rPr>
        <w:t xml:space="preserve">ΣΚΟΠΙΜΟΤΗΤΑΣ </w:t>
      </w:r>
      <w:r>
        <w:rPr>
          <w:rFonts w:asciiTheme="minorHAnsi" w:hAnsiTheme="minorHAnsi" w:cstheme="minorHAnsi"/>
          <w:b/>
          <w:sz w:val="22"/>
          <w:szCs w:val="22"/>
          <w:u w:val="single"/>
        </w:rPr>
        <w:t>ΠΡΟΤΕΙΝΟΜΕΝΗΣ ΠΡΑΞΗΣ</w:t>
      </w:r>
    </w:p>
    <w:p w14:paraId="175EE1F2" w14:textId="77777777" w:rsidR="0020332F" w:rsidRPr="008F7C06"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t>Α.</w:t>
      </w:r>
      <w:r>
        <w:rPr>
          <w:rFonts w:asciiTheme="minorHAnsi" w:hAnsiTheme="minorHAnsi" w:cstheme="minorHAnsi"/>
          <w:b/>
          <w:sz w:val="22"/>
          <w:szCs w:val="22"/>
        </w:rPr>
        <w:tab/>
        <w:t>ΑΡΜΟΔΙΟΤΗΤΑ ΤΟΥ ΦΟΡΕΑ</w:t>
      </w:r>
    </w:p>
    <w:p w14:paraId="2E0ECAF2" w14:textId="77777777" w:rsidR="0020332F" w:rsidRPr="00FE1322" w:rsidRDefault="0020332F" w:rsidP="0020332F">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Pr>
          <w:rFonts w:asciiTheme="minorHAnsi" w:hAnsiTheme="minorHAnsi" w:cstheme="minorHAnsi"/>
          <w:i/>
          <w:iCs/>
          <w:sz w:val="20"/>
          <w:szCs w:val="20"/>
        </w:rPr>
        <w:t xml:space="preserve">Ο φορέας/ κύριος του έργου επισημαίνει τα εδάφια του θεσμικού πλαισίου </w:t>
      </w:r>
      <w:r w:rsidRPr="002544D1">
        <w:rPr>
          <w:rFonts w:asciiTheme="minorHAnsi" w:hAnsiTheme="minorHAnsi" w:cstheme="minorHAnsi"/>
          <w:i/>
          <w:iCs/>
          <w:sz w:val="20"/>
          <w:szCs w:val="20"/>
        </w:rPr>
        <w:t>που αφορούν στην αρμοδιότητά του για τη συγκεκριμένη πράξη</w:t>
      </w:r>
      <w:r w:rsidRPr="00F54F94">
        <w:rPr>
          <w:rFonts w:asciiTheme="minorHAnsi" w:hAnsiTheme="minorHAnsi" w:cstheme="minorHAnsi"/>
          <w:i/>
          <w:iCs/>
          <w:sz w:val="20"/>
          <w:szCs w:val="20"/>
        </w:rPr>
        <w:t>.</w:t>
      </w:r>
    </w:p>
    <w:p w14:paraId="088C6B14" w14:textId="77777777" w:rsidR="0020332F" w:rsidRPr="008F7C06" w:rsidRDefault="0020332F" w:rsidP="0020332F">
      <w:pPr>
        <w:jc w:val="both"/>
        <w:rPr>
          <w:rFonts w:asciiTheme="minorHAnsi" w:hAnsiTheme="minorHAnsi" w:cstheme="minorHAnsi"/>
          <w:sz w:val="22"/>
          <w:szCs w:val="22"/>
        </w:rPr>
      </w:pPr>
    </w:p>
    <w:p w14:paraId="0DF4847C" w14:textId="77777777" w:rsidR="0020332F" w:rsidRPr="008F7C06" w:rsidRDefault="0020332F" w:rsidP="0020332F">
      <w:pPr>
        <w:jc w:val="both"/>
        <w:rPr>
          <w:rFonts w:asciiTheme="minorHAnsi" w:hAnsiTheme="minorHAnsi" w:cstheme="minorHAnsi"/>
          <w:sz w:val="22"/>
          <w:szCs w:val="22"/>
        </w:rPr>
      </w:pPr>
    </w:p>
    <w:p w14:paraId="788B2E95" w14:textId="77777777" w:rsidR="0020332F" w:rsidRDefault="0020332F" w:rsidP="0020332F">
      <w:pPr>
        <w:jc w:val="both"/>
        <w:rPr>
          <w:rFonts w:asciiTheme="minorHAnsi" w:hAnsiTheme="minorHAnsi" w:cstheme="minorHAnsi"/>
          <w:sz w:val="22"/>
          <w:szCs w:val="22"/>
        </w:rPr>
      </w:pPr>
    </w:p>
    <w:p w14:paraId="0E870A69" w14:textId="77777777" w:rsidR="0020332F" w:rsidRDefault="0020332F" w:rsidP="0020332F">
      <w:pPr>
        <w:jc w:val="both"/>
        <w:rPr>
          <w:rFonts w:asciiTheme="minorHAnsi" w:hAnsiTheme="minorHAnsi" w:cstheme="minorHAnsi"/>
          <w:sz w:val="22"/>
          <w:szCs w:val="22"/>
        </w:rPr>
      </w:pPr>
    </w:p>
    <w:p w14:paraId="6DA7106B" w14:textId="77777777" w:rsidR="0020332F" w:rsidRDefault="0020332F" w:rsidP="0020332F">
      <w:pPr>
        <w:jc w:val="both"/>
        <w:rPr>
          <w:rFonts w:asciiTheme="minorHAnsi" w:hAnsiTheme="minorHAnsi" w:cstheme="minorHAnsi"/>
          <w:sz w:val="22"/>
          <w:szCs w:val="22"/>
        </w:rPr>
      </w:pPr>
    </w:p>
    <w:p w14:paraId="3D2DD481"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223E279D" w14:textId="77777777" w:rsidR="0020332F"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Β.</w:t>
      </w:r>
      <w:r>
        <w:rPr>
          <w:rFonts w:asciiTheme="minorHAnsi" w:hAnsiTheme="minorHAnsi" w:cstheme="minorHAnsi"/>
          <w:b/>
          <w:sz w:val="22"/>
          <w:szCs w:val="22"/>
        </w:rPr>
        <w:tab/>
      </w:r>
      <w:r w:rsidRPr="002437B8">
        <w:rPr>
          <w:rFonts w:asciiTheme="minorHAnsi" w:hAnsiTheme="minorHAnsi" w:cstheme="minorHAnsi"/>
          <w:b/>
          <w:sz w:val="22"/>
          <w:szCs w:val="22"/>
        </w:rPr>
        <w:t>Η ΥΦΙΣΤΑΜΕΝΗ ΚΑΤΑΣΤΑΣΗ ΣΤΟΝ ΤΟΜΕΑ</w:t>
      </w:r>
    </w:p>
    <w:p w14:paraId="45828834" w14:textId="77777777" w:rsidR="0020332F" w:rsidRPr="00FE1322" w:rsidRDefault="0020332F" w:rsidP="0020332F">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sidRPr="00F54F94">
        <w:rPr>
          <w:rFonts w:asciiTheme="minorHAnsi" w:hAnsiTheme="minorHAnsi" w:cstheme="minorHAnsi"/>
          <w:i/>
          <w:iCs/>
          <w:sz w:val="20"/>
          <w:szCs w:val="20"/>
        </w:rPr>
        <w:t xml:space="preserve">Αναφέρονται αναλυτικά και τεκμηριώνονται με βάση ποιοτικά και ποσοτικά δεδομένα, η υφιστάμενη κατάσταση στον τομέα στον οποίο προτείνεται η σχετική παρέμβαση και για την συγκεκριμένη περιοχή που αιτείται η χρηματοδότηση. Επίσης προσδιορίζεται πλήρως η περιοχή η οποία αιτείται χρηματοδότησης και δίνονται όλα εκείνα τα απαραίτητα στοιχεία τα οποία αποτυπώνουν με λεπτομέρεια την κατάσταση που ισχύει στον συγκεκριμένο τομέα μέχρι και σήμερα (τμήματα-προσωπικό-εξοπλισμός </w:t>
      </w:r>
      <w:proofErr w:type="spellStart"/>
      <w:r w:rsidRPr="00F54F94">
        <w:rPr>
          <w:rFonts w:asciiTheme="minorHAnsi" w:hAnsiTheme="minorHAnsi" w:cstheme="minorHAnsi"/>
          <w:i/>
          <w:iCs/>
          <w:sz w:val="20"/>
          <w:szCs w:val="20"/>
        </w:rPr>
        <w:t>κτλ</w:t>
      </w:r>
      <w:proofErr w:type="spellEnd"/>
      <w:r w:rsidRPr="00F54F94">
        <w:rPr>
          <w:rFonts w:asciiTheme="minorHAnsi" w:hAnsiTheme="minorHAnsi" w:cstheme="minorHAnsi"/>
          <w:i/>
          <w:iCs/>
          <w:sz w:val="20"/>
          <w:szCs w:val="20"/>
        </w:rPr>
        <w:t>).</w:t>
      </w:r>
    </w:p>
    <w:p w14:paraId="3BB00862" w14:textId="77777777" w:rsidR="0020332F" w:rsidRDefault="0020332F" w:rsidP="0020332F">
      <w:pPr>
        <w:jc w:val="both"/>
        <w:rPr>
          <w:rFonts w:asciiTheme="minorHAnsi" w:hAnsiTheme="minorHAnsi" w:cstheme="minorHAnsi"/>
          <w:b/>
          <w:sz w:val="22"/>
          <w:szCs w:val="22"/>
        </w:rPr>
      </w:pPr>
    </w:p>
    <w:p w14:paraId="6B3E7B1B" w14:textId="77777777" w:rsidR="0020332F" w:rsidRPr="00245E91" w:rsidRDefault="0020332F" w:rsidP="0020332F">
      <w:pPr>
        <w:jc w:val="both"/>
        <w:rPr>
          <w:rFonts w:asciiTheme="minorHAnsi" w:hAnsiTheme="minorHAnsi" w:cstheme="minorHAnsi"/>
          <w:sz w:val="22"/>
          <w:szCs w:val="22"/>
        </w:rPr>
      </w:pPr>
    </w:p>
    <w:p w14:paraId="57059D0A" w14:textId="77777777" w:rsidR="0020332F" w:rsidRPr="00245E91" w:rsidRDefault="0020332F" w:rsidP="0020332F">
      <w:pPr>
        <w:jc w:val="both"/>
        <w:rPr>
          <w:rFonts w:asciiTheme="minorHAnsi" w:hAnsiTheme="minorHAnsi" w:cstheme="minorHAnsi"/>
          <w:sz w:val="22"/>
          <w:szCs w:val="22"/>
        </w:rPr>
      </w:pPr>
    </w:p>
    <w:p w14:paraId="0D666792" w14:textId="77777777" w:rsidR="0020332F" w:rsidRPr="00245E91" w:rsidRDefault="0020332F" w:rsidP="0020332F">
      <w:pPr>
        <w:jc w:val="both"/>
        <w:rPr>
          <w:rFonts w:asciiTheme="minorHAnsi" w:hAnsiTheme="minorHAnsi" w:cstheme="minorHAnsi"/>
          <w:sz w:val="22"/>
          <w:szCs w:val="22"/>
        </w:rPr>
      </w:pPr>
    </w:p>
    <w:p w14:paraId="2CA004D6" w14:textId="77777777" w:rsidR="0020332F" w:rsidRPr="00245E91" w:rsidRDefault="0020332F" w:rsidP="0020332F">
      <w:pPr>
        <w:jc w:val="both"/>
        <w:rPr>
          <w:rFonts w:asciiTheme="minorHAnsi" w:hAnsiTheme="minorHAnsi" w:cstheme="minorHAnsi"/>
          <w:sz w:val="22"/>
          <w:szCs w:val="22"/>
        </w:rPr>
      </w:pPr>
    </w:p>
    <w:p w14:paraId="11E65372" w14:textId="77777777" w:rsidR="0020332F" w:rsidRPr="00245E91" w:rsidRDefault="0020332F" w:rsidP="0020332F">
      <w:pPr>
        <w:jc w:val="both"/>
        <w:rPr>
          <w:rFonts w:asciiTheme="minorHAnsi" w:hAnsiTheme="minorHAnsi" w:cstheme="minorHAnsi"/>
          <w:sz w:val="22"/>
          <w:szCs w:val="22"/>
        </w:rPr>
      </w:pPr>
    </w:p>
    <w:p w14:paraId="4C1BFDC0"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68E29793" w14:textId="77777777" w:rsidR="0020332F" w:rsidRPr="002F22E7"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Γ</w:t>
      </w:r>
      <w:r w:rsidRPr="002F22E7">
        <w:rPr>
          <w:rFonts w:asciiTheme="minorHAnsi" w:hAnsiTheme="minorHAnsi" w:cstheme="minorHAnsi"/>
          <w:b/>
          <w:sz w:val="22"/>
          <w:szCs w:val="22"/>
        </w:rPr>
        <w:t>.</w:t>
      </w:r>
      <w:r w:rsidRPr="002F22E7">
        <w:rPr>
          <w:rFonts w:asciiTheme="minorHAnsi" w:hAnsiTheme="minorHAnsi" w:cstheme="minorHAnsi"/>
          <w:b/>
          <w:sz w:val="22"/>
          <w:szCs w:val="22"/>
        </w:rPr>
        <w:tab/>
      </w:r>
      <w:r w:rsidRPr="00C13D74">
        <w:rPr>
          <w:rFonts w:asciiTheme="minorHAnsi" w:hAnsiTheme="minorHAnsi" w:cstheme="minorHAnsi"/>
          <w:b/>
          <w:sz w:val="22"/>
          <w:szCs w:val="22"/>
        </w:rPr>
        <w:t>ΑΝΑΓΚΕΣ, ΕΛΛΕΙΨΕΙΣ ΚΑΙ ΠΡΟΒΛΗΜΑΤΑ  ΠΟΥ ΘΑ ΕΠΙΛΥΘΟΥΝ ΜΕ ΤΟ ΠΡΟΤΕΙΝΟΜΕΝΟ ΕΡΓΟ</w:t>
      </w:r>
    </w:p>
    <w:p w14:paraId="696B2DD2" w14:textId="77777777" w:rsidR="00F40241" w:rsidRPr="00C17BC4" w:rsidRDefault="00F40241"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F40241">
        <w:rPr>
          <w:rFonts w:asciiTheme="minorHAnsi" w:hAnsiTheme="minorHAnsi" w:cstheme="minorHAnsi"/>
          <w:i/>
          <w:iCs/>
          <w:sz w:val="20"/>
          <w:szCs w:val="20"/>
        </w:rPr>
        <w:t>Αναφέρονται αναλυτικά και τεκμηριώνονται με βάση ποσοτικά και ποιοτικά στοιχεία (εξυπηρετούμενος σπουδαστικός πληθυσμός, γεωγραφική έκταση, προβλέψεις, εργαστηριακές απαιτήσεις-κατάσταση κ.α.) τα προβλήματα, οι ελλείψεις και οι ανάγκες που αναμένεται να επιλυθούν ή να καλυφθούν από την υλοποίηση της προτεινόμενης πράξης. Τεκμηριώνεται η οξύτητα των προβλημάτων βάσει της υφιστάμενης κατάστασης.</w:t>
      </w:r>
    </w:p>
    <w:p w14:paraId="1963871B" w14:textId="0F5C592D" w:rsidR="0020332F" w:rsidRPr="00A6769C"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Επιπλέον, απαιτείται:</w:t>
      </w:r>
      <w:r w:rsidR="00F40241" w:rsidRPr="00F40241">
        <w:rPr>
          <w:rFonts w:asciiTheme="minorHAnsi" w:hAnsiTheme="minorHAnsi" w:cstheme="minorHAnsi"/>
          <w:i/>
          <w:iCs/>
          <w:sz w:val="20"/>
          <w:szCs w:val="20"/>
        </w:rPr>
        <w:t xml:space="preserve"> </w:t>
      </w:r>
      <w:r w:rsidRPr="00A6769C">
        <w:rPr>
          <w:rFonts w:asciiTheme="minorHAnsi" w:hAnsiTheme="minorHAnsi" w:cstheme="minorHAnsi"/>
          <w:i/>
          <w:iCs/>
          <w:sz w:val="20"/>
          <w:szCs w:val="20"/>
        </w:rPr>
        <w:t xml:space="preserve">η τεκμηρίωση της τιμής του δείκτη εκροής </w:t>
      </w:r>
      <w:r w:rsidRPr="00A33E1E">
        <w:rPr>
          <w:rFonts w:asciiTheme="minorHAnsi" w:hAnsiTheme="minorHAnsi" w:cstheme="minorHAnsi"/>
          <w:b/>
          <w:bCs/>
          <w:i/>
          <w:iCs/>
          <w:sz w:val="20"/>
          <w:szCs w:val="20"/>
        </w:rPr>
        <w:t>RCO</w:t>
      </w:r>
      <w:r w:rsidR="00D85D47">
        <w:rPr>
          <w:rFonts w:asciiTheme="minorHAnsi" w:hAnsiTheme="minorHAnsi" w:cstheme="minorHAnsi"/>
          <w:b/>
          <w:bCs/>
          <w:i/>
          <w:iCs/>
          <w:sz w:val="20"/>
          <w:szCs w:val="20"/>
        </w:rPr>
        <w:t>67</w:t>
      </w:r>
      <w:r w:rsidRPr="00A33E1E">
        <w:rPr>
          <w:rFonts w:asciiTheme="minorHAnsi" w:hAnsiTheme="minorHAnsi" w:cstheme="minorHAnsi"/>
          <w:i/>
          <w:iCs/>
          <w:sz w:val="20"/>
          <w:szCs w:val="20"/>
        </w:rPr>
        <w:t xml:space="preserve"> </w:t>
      </w:r>
      <w:r>
        <w:rPr>
          <w:rFonts w:asciiTheme="minorHAnsi" w:hAnsiTheme="minorHAnsi" w:cstheme="minorHAnsi"/>
          <w:i/>
          <w:iCs/>
          <w:sz w:val="20"/>
          <w:szCs w:val="20"/>
        </w:rPr>
        <w:t xml:space="preserve">και της τιμής του δείκτη αποτελέσματος </w:t>
      </w:r>
      <w:r w:rsidRPr="005D0992">
        <w:rPr>
          <w:rFonts w:asciiTheme="minorHAnsi" w:hAnsiTheme="minorHAnsi" w:cstheme="minorHAnsi"/>
          <w:b/>
          <w:bCs/>
          <w:i/>
          <w:iCs/>
          <w:sz w:val="20"/>
          <w:szCs w:val="20"/>
        </w:rPr>
        <w:t>RCR</w:t>
      </w:r>
      <w:r w:rsidR="00254F68" w:rsidRPr="00254F68">
        <w:rPr>
          <w:rFonts w:asciiTheme="minorHAnsi" w:hAnsiTheme="minorHAnsi" w:cstheme="minorHAnsi"/>
          <w:b/>
          <w:bCs/>
          <w:i/>
          <w:iCs/>
          <w:sz w:val="20"/>
          <w:szCs w:val="20"/>
        </w:rPr>
        <w:t>71</w:t>
      </w:r>
      <w:r>
        <w:rPr>
          <w:rFonts w:asciiTheme="minorHAnsi" w:hAnsiTheme="minorHAnsi" w:cstheme="minorHAnsi"/>
          <w:i/>
          <w:iCs/>
          <w:sz w:val="20"/>
          <w:szCs w:val="20"/>
        </w:rPr>
        <w:t xml:space="preserve"> της </w:t>
      </w:r>
      <w:r w:rsidRPr="00A6769C">
        <w:rPr>
          <w:rFonts w:asciiTheme="minorHAnsi" w:hAnsiTheme="minorHAnsi" w:cstheme="minorHAnsi"/>
          <w:i/>
          <w:iCs/>
          <w:sz w:val="20"/>
          <w:szCs w:val="20"/>
        </w:rPr>
        <w:t>πρότασης.</w:t>
      </w:r>
    </w:p>
    <w:p w14:paraId="10E99217" w14:textId="77777777" w:rsidR="0020332F" w:rsidRPr="00245E91" w:rsidRDefault="0020332F" w:rsidP="0020332F">
      <w:pPr>
        <w:jc w:val="both"/>
        <w:rPr>
          <w:rFonts w:asciiTheme="minorHAnsi" w:hAnsiTheme="minorHAnsi" w:cstheme="minorHAnsi"/>
          <w:sz w:val="22"/>
          <w:szCs w:val="22"/>
        </w:rPr>
      </w:pPr>
    </w:p>
    <w:p w14:paraId="6B962DE1" w14:textId="77777777" w:rsidR="0020332F" w:rsidRPr="00245E91" w:rsidRDefault="0020332F" w:rsidP="0020332F">
      <w:pPr>
        <w:jc w:val="both"/>
        <w:rPr>
          <w:rFonts w:asciiTheme="minorHAnsi" w:hAnsiTheme="minorHAnsi" w:cstheme="minorHAnsi"/>
          <w:sz w:val="22"/>
          <w:szCs w:val="22"/>
        </w:rPr>
      </w:pPr>
    </w:p>
    <w:p w14:paraId="7B6B1369" w14:textId="77777777" w:rsidR="0020332F" w:rsidRPr="00245E91" w:rsidRDefault="0020332F" w:rsidP="0020332F">
      <w:pPr>
        <w:jc w:val="both"/>
        <w:rPr>
          <w:rFonts w:asciiTheme="minorHAnsi" w:hAnsiTheme="minorHAnsi" w:cstheme="minorHAnsi"/>
          <w:sz w:val="22"/>
          <w:szCs w:val="22"/>
        </w:rPr>
      </w:pPr>
    </w:p>
    <w:p w14:paraId="55D49AF4" w14:textId="77777777" w:rsidR="0020332F" w:rsidRPr="00245E91" w:rsidRDefault="0020332F" w:rsidP="0020332F">
      <w:pPr>
        <w:jc w:val="both"/>
        <w:rPr>
          <w:rFonts w:asciiTheme="minorHAnsi" w:hAnsiTheme="minorHAnsi" w:cstheme="minorHAnsi"/>
          <w:sz w:val="22"/>
          <w:szCs w:val="22"/>
        </w:rPr>
      </w:pPr>
    </w:p>
    <w:p w14:paraId="58496D90" w14:textId="77777777" w:rsidR="0020332F" w:rsidRPr="00245E91" w:rsidRDefault="0020332F" w:rsidP="0020332F">
      <w:pPr>
        <w:jc w:val="both"/>
        <w:rPr>
          <w:rFonts w:asciiTheme="minorHAnsi" w:hAnsiTheme="minorHAnsi" w:cstheme="minorHAnsi"/>
          <w:sz w:val="22"/>
          <w:szCs w:val="22"/>
        </w:rPr>
      </w:pPr>
    </w:p>
    <w:p w14:paraId="13FD0EDF" w14:textId="77777777" w:rsidR="0020332F" w:rsidRPr="00245E91" w:rsidRDefault="0020332F" w:rsidP="0020332F">
      <w:pPr>
        <w:jc w:val="both"/>
        <w:rPr>
          <w:rFonts w:asciiTheme="minorHAnsi" w:hAnsiTheme="minorHAnsi" w:cstheme="minorHAnsi"/>
          <w:sz w:val="22"/>
          <w:szCs w:val="22"/>
        </w:rPr>
      </w:pPr>
    </w:p>
    <w:p w14:paraId="6E304784" w14:textId="77777777" w:rsidR="0020332F" w:rsidRDefault="0020332F" w:rsidP="0020332F">
      <w:pPr>
        <w:jc w:val="both"/>
        <w:rPr>
          <w:rFonts w:asciiTheme="minorHAnsi" w:hAnsiTheme="minorHAnsi" w:cstheme="minorHAnsi"/>
          <w:sz w:val="22"/>
          <w:szCs w:val="22"/>
        </w:rPr>
      </w:pPr>
    </w:p>
    <w:p w14:paraId="4D34903C" w14:textId="77777777" w:rsidR="0020332F" w:rsidRDefault="0020332F" w:rsidP="0020332F">
      <w:pPr>
        <w:jc w:val="both"/>
        <w:rPr>
          <w:rFonts w:asciiTheme="minorHAnsi" w:hAnsiTheme="minorHAnsi" w:cstheme="minorHAnsi"/>
          <w:sz w:val="22"/>
          <w:szCs w:val="22"/>
        </w:rPr>
      </w:pPr>
    </w:p>
    <w:p w14:paraId="748E1C3E" w14:textId="77777777" w:rsidR="0020332F" w:rsidRDefault="0020332F" w:rsidP="0020332F">
      <w:pPr>
        <w:jc w:val="both"/>
        <w:rPr>
          <w:rFonts w:asciiTheme="minorHAnsi" w:hAnsiTheme="minorHAnsi" w:cstheme="minorHAnsi"/>
          <w:sz w:val="22"/>
          <w:szCs w:val="22"/>
        </w:rPr>
      </w:pPr>
    </w:p>
    <w:p w14:paraId="0ADE7D8C" w14:textId="77777777" w:rsidR="0020332F" w:rsidRDefault="0020332F" w:rsidP="0020332F">
      <w:pPr>
        <w:jc w:val="both"/>
        <w:rPr>
          <w:rFonts w:asciiTheme="minorHAnsi" w:hAnsiTheme="minorHAnsi" w:cstheme="minorHAnsi"/>
          <w:sz w:val="22"/>
          <w:szCs w:val="22"/>
        </w:rPr>
      </w:pPr>
    </w:p>
    <w:p w14:paraId="148323A0" w14:textId="77777777" w:rsidR="0020332F" w:rsidRDefault="0020332F" w:rsidP="0020332F">
      <w:pPr>
        <w:jc w:val="both"/>
        <w:rPr>
          <w:rFonts w:asciiTheme="minorHAnsi" w:hAnsiTheme="minorHAnsi" w:cstheme="minorHAnsi"/>
          <w:sz w:val="22"/>
          <w:szCs w:val="22"/>
        </w:rPr>
      </w:pPr>
    </w:p>
    <w:p w14:paraId="05FA7AB5" w14:textId="77777777" w:rsidR="0020332F" w:rsidRDefault="0020332F" w:rsidP="0020332F">
      <w:pPr>
        <w:jc w:val="both"/>
        <w:rPr>
          <w:rFonts w:asciiTheme="minorHAnsi" w:hAnsiTheme="minorHAnsi" w:cstheme="minorHAnsi"/>
          <w:sz w:val="22"/>
          <w:szCs w:val="22"/>
        </w:rPr>
      </w:pPr>
    </w:p>
    <w:p w14:paraId="75423377" w14:textId="77777777" w:rsidR="0020332F" w:rsidRDefault="0020332F" w:rsidP="0020332F">
      <w:pPr>
        <w:jc w:val="both"/>
        <w:rPr>
          <w:rFonts w:asciiTheme="minorHAnsi" w:hAnsiTheme="minorHAnsi" w:cstheme="minorHAnsi"/>
          <w:sz w:val="22"/>
          <w:szCs w:val="22"/>
        </w:rPr>
      </w:pPr>
    </w:p>
    <w:p w14:paraId="07BD418A" w14:textId="77777777" w:rsidR="0020332F" w:rsidRPr="00245E91" w:rsidRDefault="0020332F" w:rsidP="0020332F">
      <w:pPr>
        <w:jc w:val="both"/>
        <w:rPr>
          <w:rFonts w:asciiTheme="minorHAnsi" w:hAnsiTheme="minorHAnsi" w:cstheme="minorHAnsi"/>
          <w:sz w:val="22"/>
          <w:szCs w:val="22"/>
        </w:rPr>
      </w:pPr>
    </w:p>
    <w:p w14:paraId="0287EE6E" w14:textId="77777777" w:rsidR="0020332F" w:rsidRPr="00245E91" w:rsidRDefault="0020332F" w:rsidP="0020332F">
      <w:pPr>
        <w:jc w:val="both"/>
        <w:rPr>
          <w:rFonts w:asciiTheme="minorHAnsi" w:hAnsiTheme="minorHAnsi" w:cstheme="minorHAnsi"/>
          <w:sz w:val="22"/>
          <w:szCs w:val="22"/>
        </w:rPr>
      </w:pPr>
    </w:p>
    <w:p w14:paraId="33D29447" w14:textId="77777777" w:rsidR="0020332F" w:rsidRPr="00245E91" w:rsidRDefault="0020332F" w:rsidP="0020332F">
      <w:pPr>
        <w:jc w:val="both"/>
        <w:rPr>
          <w:rFonts w:asciiTheme="minorHAnsi" w:hAnsiTheme="minorHAnsi" w:cstheme="minorHAnsi"/>
          <w:sz w:val="22"/>
          <w:szCs w:val="22"/>
        </w:rPr>
      </w:pPr>
    </w:p>
    <w:p w14:paraId="308F48FB" w14:textId="77777777" w:rsidR="0020332F" w:rsidRDefault="0020332F" w:rsidP="0020332F">
      <w:pPr>
        <w:jc w:val="both"/>
        <w:rPr>
          <w:rFonts w:asciiTheme="minorHAnsi" w:hAnsiTheme="minorHAnsi" w:cstheme="minorHAnsi"/>
          <w:sz w:val="22"/>
          <w:szCs w:val="22"/>
        </w:rPr>
      </w:pPr>
    </w:p>
    <w:p w14:paraId="03EF7FDB" w14:textId="77777777" w:rsidR="0020332F" w:rsidRDefault="0020332F" w:rsidP="0020332F">
      <w:pPr>
        <w:jc w:val="both"/>
        <w:rPr>
          <w:rFonts w:asciiTheme="minorHAnsi" w:hAnsiTheme="minorHAnsi" w:cstheme="minorHAnsi"/>
          <w:sz w:val="22"/>
          <w:szCs w:val="22"/>
        </w:rPr>
      </w:pPr>
    </w:p>
    <w:p w14:paraId="1608B0A7" w14:textId="77777777" w:rsidR="0020332F" w:rsidRDefault="0020332F" w:rsidP="0020332F">
      <w:pPr>
        <w:jc w:val="both"/>
        <w:rPr>
          <w:rFonts w:asciiTheme="minorHAnsi" w:hAnsiTheme="minorHAnsi" w:cstheme="minorHAnsi"/>
          <w:sz w:val="22"/>
          <w:szCs w:val="22"/>
        </w:rPr>
      </w:pPr>
    </w:p>
    <w:p w14:paraId="666DC411" w14:textId="77777777" w:rsidR="0020332F" w:rsidRDefault="0020332F" w:rsidP="0020332F">
      <w:pPr>
        <w:jc w:val="both"/>
        <w:rPr>
          <w:rFonts w:asciiTheme="minorHAnsi" w:hAnsiTheme="minorHAnsi" w:cstheme="minorHAnsi"/>
          <w:sz w:val="22"/>
          <w:szCs w:val="22"/>
        </w:rPr>
      </w:pPr>
    </w:p>
    <w:p w14:paraId="1C07B25E" w14:textId="77777777" w:rsidR="0020332F" w:rsidRDefault="0020332F" w:rsidP="0020332F">
      <w:pPr>
        <w:jc w:val="both"/>
        <w:rPr>
          <w:rFonts w:asciiTheme="minorHAnsi" w:hAnsiTheme="minorHAnsi" w:cstheme="minorHAnsi"/>
          <w:sz w:val="22"/>
          <w:szCs w:val="22"/>
        </w:rPr>
      </w:pPr>
    </w:p>
    <w:p w14:paraId="6E529317" w14:textId="77777777" w:rsidR="0020332F" w:rsidRDefault="0020332F" w:rsidP="0020332F">
      <w:pPr>
        <w:jc w:val="both"/>
        <w:rPr>
          <w:rFonts w:asciiTheme="minorHAnsi" w:hAnsiTheme="minorHAnsi" w:cstheme="minorHAnsi"/>
          <w:sz w:val="22"/>
          <w:szCs w:val="22"/>
        </w:rPr>
      </w:pPr>
    </w:p>
    <w:p w14:paraId="70E1DC7A" w14:textId="77777777" w:rsidR="0020332F" w:rsidRDefault="0020332F" w:rsidP="0020332F">
      <w:pPr>
        <w:jc w:val="both"/>
        <w:rPr>
          <w:rFonts w:asciiTheme="minorHAnsi" w:hAnsiTheme="minorHAnsi" w:cstheme="minorHAnsi"/>
          <w:sz w:val="22"/>
          <w:szCs w:val="22"/>
        </w:rPr>
      </w:pPr>
    </w:p>
    <w:p w14:paraId="23D42FBB" w14:textId="77777777" w:rsidR="0020332F" w:rsidRDefault="0020332F" w:rsidP="0020332F">
      <w:pPr>
        <w:jc w:val="both"/>
        <w:rPr>
          <w:rFonts w:asciiTheme="minorHAnsi" w:hAnsiTheme="minorHAnsi" w:cstheme="minorHAnsi"/>
          <w:sz w:val="22"/>
          <w:szCs w:val="22"/>
        </w:rPr>
      </w:pPr>
    </w:p>
    <w:p w14:paraId="1E37D2B5" w14:textId="77777777" w:rsidR="0020332F" w:rsidRDefault="0020332F" w:rsidP="0020332F">
      <w:pPr>
        <w:jc w:val="both"/>
        <w:rPr>
          <w:rFonts w:asciiTheme="minorHAnsi" w:hAnsiTheme="minorHAnsi" w:cstheme="minorHAnsi"/>
          <w:sz w:val="22"/>
          <w:szCs w:val="22"/>
        </w:rPr>
      </w:pPr>
    </w:p>
    <w:p w14:paraId="5E9B1EF4" w14:textId="77777777" w:rsidR="0020332F" w:rsidRDefault="0020332F" w:rsidP="0020332F">
      <w:pPr>
        <w:jc w:val="both"/>
        <w:rPr>
          <w:rFonts w:asciiTheme="minorHAnsi" w:hAnsiTheme="minorHAnsi" w:cstheme="minorHAnsi"/>
          <w:sz w:val="22"/>
          <w:szCs w:val="22"/>
        </w:rPr>
      </w:pPr>
    </w:p>
    <w:p w14:paraId="7FFF4F21" w14:textId="77777777" w:rsidR="0020332F" w:rsidRDefault="0020332F" w:rsidP="0020332F">
      <w:pPr>
        <w:jc w:val="both"/>
        <w:rPr>
          <w:rFonts w:asciiTheme="minorHAnsi" w:hAnsiTheme="minorHAnsi" w:cstheme="minorHAnsi"/>
          <w:sz w:val="22"/>
          <w:szCs w:val="22"/>
        </w:rPr>
      </w:pPr>
    </w:p>
    <w:p w14:paraId="008B92B0"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05871A6C" w14:textId="77777777" w:rsidR="0020332F" w:rsidRPr="005E07A1" w:rsidRDefault="0020332F" w:rsidP="0020332F">
      <w:pPr>
        <w:tabs>
          <w:tab w:val="left" w:pos="420"/>
          <w:tab w:val="left" w:pos="5500"/>
        </w:tabs>
        <w:spacing w:before="200" w:line="264" w:lineRule="auto"/>
        <w:jc w:val="both"/>
        <w:rPr>
          <w:rFonts w:asciiTheme="minorHAnsi" w:hAnsiTheme="minorHAnsi" w:cstheme="minorHAnsi"/>
          <w:b/>
          <w:bCs/>
          <w:sz w:val="22"/>
          <w:szCs w:val="22"/>
        </w:rPr>
      </w:pPr>
      <w:r>
        <w:rPr>
          <w:rFonts w:asciiTheme="minorHAnsi" w:hAnsiTheme="minorHAnsi" w:cstheme="minorHAnsi"/>
          <w:b/>
          <w:bCs/>
          <w:sz w:val="22"/>
          <w:szCs w:val="22"/>
        </w:rPr>
        <w:lastRenderedPageBreak/>
        <w:t>Δ</w:t>
      </w:r>
      <w:r w:rsidRPr="005E07A1">
        <w:rPr>
          <w:rFonts w:asciiTheme="minorHAnsi" w:hAnsiTheme="minorHAnsi" w:cstheme="minorHAnsi"/>
          <w:b/>
          <w:bCs/>
          <w:sz w:val="22"/>
          <w:szCs w:val="22"/>
        </w:rPr>
        <w:t>.</w:t>
      </w:r>
      <w:r w:rsidRPr="005E07A1">
        <w:rPr>
          <w:rFonts w:asciiTheme="minorHAnsi" w:hAnsiTheme="minorHAnsi" w:cstheme="minorHAnsi"/>
          <w:b/>
          <w:bCs/>
          <w:sz w:val="22"/>
          <w:szCs w:val="22"/>
        </w:rPr>
        <w:tab/>
      </w:r>
      <w:r w:rsidRPr="001F2928">
        <w:rPr>
          <w:rFonts w:asciiTheme="minorHAnsi" w:hAnsiTheme="minorHAnsi" w:cstheme="minorHAnsi"/>
          <w:b/>
          <w:bCs/>
          <w:sz w:val="22"/>
          <w:szCs w:val="22"/>
        </w:rPr>
        <w:t>ΔΙΑΣΦΑΛΙΣΗ ΛΕΙΤΟΥΡΓΙΚΟΤΗΤΑΣ - ΑΝΑΜΕΝΟΜΕΝΑ ΑΠΟΤΕΛΕΣΜΑΤΑ</w:t>
      </w:r>
    </w:p>
    <w:p w14:paraId="2B0D425B" w14:textId="77777777" w:rsidR="0020332F"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DE36A7">
        <w:rPr>
          <w:rFonts w:asciiTheme="minorHAnsi" w:hAnsiTheme="minorHAnsi" w:cstheme="minorHAnsi"/>
          <w:i/>
          <w:iCs/>
          <w:sz w:val="20"/>
          <w:szCs w:val="20"/>
        </w:rPr>
        <w:t>Αναφέρονται αναλυτικά, με ποιο τρόπο πρόκειται να διασφαλιστεί η λειτουργικότητα των προτεινόμενων παρεμβάσεων (λειτουργία -προσωπικό - συντήρηση), όπως επίσης και τα αναμενόμενα αποτελέσματα (αξιοποίηση).</w:t>
      </w:r>
    </w:p>
    <w:p w14:paraId="36B766F9" w14:textId="77777777" w:rsidR="0020332F"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Επιπλέον των παραπάνω, σύμφωνα με την Πρόσκληση</w:t>
      </w:r>
      <w:r w:rsidRPr="00110E43">
        <w:rPr>
          <w:rFonts w:asciiTheme="minorHAnsi" w:hAnsiTheme="minorHAnsi" w:cstheme="minorHAnsi"/>
          <w:i/>
          <w:iCs/>
          <w:sz w:val="20"/>
          <w:szCs w:val="20"/>
        </w:rPr>
        <w:t xml:space="preserve"> </w:t>
      </w:r>
      <w:r w:rsidRPr="00A41FF9">
        <w:rPr>
          <w:rFonts w:asciiTheme="minorHAnsi" w:hAnsiTheme="minorHAnsi" w:cstheme="minorHAnsi"/>
          <w:i/>
          <w:iCs/>
          <w:sz w:val="20"/>
          <w:szCs w:val="20"/>
        </w:rPr>
        <w:t xml:space="preserve">ο </w:t>
      </w:r>
      <w:r>
        <w:rPr>
          <w:rFonts w:asciiTheme="minorHAnsi" w:hAnsiTheme="minorHAnsi" w:cstheme="minorHAnsi"/>
          <w:i/>
          <w:iCs/>
          <w:sz w:val="20"/>
          <w:szCs w:val="20"/>
        </w:rPr>
        <w:t>κύριος του έργου/ φορέας λειτουργία και συντήρησης</w:t>
      </w:r>
      <w:r w:rsidRPr="00A41FF9">
        <w:rPr>
          <w:rFonts w:asciiTheme="minorHAnsi" w:hAnsiTheme="minorHAnsi" w:cstheme="minorHAnsi"/>
          <w:i/>
          <w:iCs/>
          <w:sz w:val="20"/>
          <w:szCs w:val="20"/>
        </w:rPr>
        <w:t xml:space="preserve"> καλείται</w:t>
      </w:r>
      <w:r>
        <w:rPr>
          <w:rFonts w:asciiTheme="minorHAnsi" w:hAnsiTheme="minorHAnsi" w:cstheme="minorHAnsi"/>
          <w:i/>
          <w:iCs/>
          <w:sz w:val="20"/>
          <w:szCs w:val="20"/>
        </w:rPr>
        <w:t>:</w:t>
      </w:r>
    </w:p>
    <w:p w14:paraId="61EADF10" w14:textId="77777777" w:rsidR="0020332F" w:rsidRPr="007B332E" w:rsidRDefault="0020332F" w:rsidP="0020332F">
      <w:pPr>
        <w:pStyle w:val="a9"/>
        <w:numPr>
          <w:ilvl w:val="0"/>
          <w:numId w:val="9"/>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7B332E">
        <w:rPr>
          <w:rFonts w:asciiTheme="minorHAnsi" w:hAnsiTheme="minorHAnsi" w:cstheme="minorHAnsi"/>
          <w:i/>
          <w:iCs/>
          <w:sz w:val="20"/>
          <w:szCs w:val="20"/>
        </w:rPr>
        <w:t>Να υποβάλει βεβαίωση-δήλωση για την ανάληψη της λειτουργίας και συντήρησης του έργου.</w:t>
      </w:r>
    </w:p>
    <w:p w14:paraId="0A7C4235" w14:textId="77777777" w:rsidR="0020332F" w:rsidRDefault="0020332F" w:rsidP="0020332F">
      <w:pPr>
        <w:jc w:val="both"/>
        <w:rPr>
          <w:rFonts w:asciiTheme="minorHAnsi" w:hAnsiTheme="minorHAnsi" w:cstheme="minorHAnsi"/>
          <w:sz w:val="22"/>
          <w:szCs w:val="22"/>
        </w:rPr>
      </w:pPr>
    </w:p>
    <w:p w14:paraId="5C04931D" w14:textId="77777777" w:rsidR="0020332F" w:rsidRDefault="0020332F" w:rsidP="0020332F">
      <w:pPr>
        <w:jc w:val="both"/>
        <w:rPr>
          <w:rFonts w:asciiTheme="minorHAnsi" w:hAnsiTheme="minorHAnsi" w:cstheme="minorHAnsi"/>
          <w:sz w:val="22"/>
          <w:szCs w:val="22"/>
        </w:rPr>
      </w:pPr>
    </w:p>
    <w:p w14:paraId="368CB1A7" w14:textId="77777777" w:rsidR="0020332F" w:rsidRDefault="0020332F" w:rsidP="0020332F">
      <w:pPr>
        <w:jc w:val="both"/>
        <w:rPr>
          <w:rFonts w:asciiTheme="minorHAnsi" w:hAnsiTheme="minorHAnsi" w:cstheme="minorHAnsi"/>
          <w:sz w:val="22"/>
          <w:szCs w:val="22"/>
        </w:rPr>
      </w:pPr>
    </w:p>
    <w:p w14:paraId="4E881FA5" w14:textId="77777777" w:rsidR="0020332F" w:rsidRDefault="0020332F" w:rsidP="0020332F">
      <w:pPr>
        <w:jc w:val="both"/>
        <w:rPr>
          <w:rFonts w:asciiTheme="minorHAnsi" w:hAnsiTheme="minorHAnsi" w:cstheme="minorHAnsi"/>
          <w:sz w:val="22"/>
          <w:szCs w:val="22"/>
        </w:rPr>
      </w:pPr>
    </w:p>
    <w:p w14:paraId="5732DDD3" w14:textId="77777777" w:rsidR="0020332F" w:rsidRDefault="0020332F" w:rsidP="0020332F">
      <w:pPr>
        <w:jc w:val="both"/>
        <w:rPr>
          <w:rFonts w:asciiTheme="minorHAnsi" w:hAnsiTheme="minorHAnsi" w:cstheme="minorHAnsi"/>
          <w:sz w:val="22"/>
          <w:szCs w:val="22"/>
        </w:rPr>
      </w:pPr>
    </w:p>
    <w:p w14:paraId="5574BC2C" w14:textId="77777777" w:rsidR="0020332F" w:rsidRDefault="0020332F" w:rsidP="0020332F">
      <w:pPr>
        <w:jc w:val="both"/>
        <w:rPr>
          <w:rFonts w:asciiTheme="minorHAnsi" w:hAnsiTheme="minorHAnsi" w:cstheme="minorHAnsi"/>
          <w:sz w:val="22"/>
          <w:szCs w:val="22"/>
        </w:rPr>
      </w:pPr>
    </w:p>
    <w:p w14:paraId="7A63B9A0" w14:textId="77777777" w:rsidR="0020332F" w:rsidRDefault="0020332F" w:rsidP="0020332F">
      <w:pPr>
        <w:jc w:val="both"/>
        <w:rPr>
          <w:rFonts w:asciiTheme="minorHAnsi" w:hAnsiTheme="minorHAnsi" w:cstheme="minorHAnsi"/>
          <w:sz w:val="22"/>
          <w:szCs w:val="22"/>
        </w:rPr>
      </w:pPr>
    </w:p>
    <w:p w14:paraId="5ED52091" w14:textId="77777777" w:rsidR="0020332F" w:rsidRPr="00B10392" w:rsidRDefault="0020332F" w:rsidP="0020332F">
      <w:pPr>
        <w:rPr>
          <w:rFonts w:asciiTheme="minorHAnsi" w:hAnsiTheme="minorHAnsi" w:cstheme="minorHAnsi"/>
          <w:sz w:val="22"/>
          <w:szCs w:val="22"/>
        </w:rPr>
      </w:pPr>
    </w:p>
    <w:p w14:paraId="314F34D1" w14:textId="77777777" w:rsidR="0020332F" w:rsidRPr="00245E91" w:rsidRDefault="0020332F" w:rsidP="0020332F">
      <w:pPr>
        <w:jc w:val="both"/>
        <w:rPr>
          <w:rFonts w:asciiTheme="minorHAnsi" w:hAnsiTheme="minorHAnsi" w:cstheme="minorHAnsi"/>
          <w:sz w:val="22"/>
          <w:szCs w:val="22"/>
        </w:rPr>
      </w:pPr>
    </w:p>
    <w:p w14:paraId="46A9FD1C" w14:textId="77777777" w:rsidR="0020332F" w:rsidRPr="00245E91" w:rsidRDefault="0020332F" w:rsidP="0020332F">
      <w:pPr>
        <w:jc w:val="both"/>
        <w:rPr>
          <w:rFonts w:asciiTheme="minorHAnsi" w:hAnsiTheme="minorHAnsi" w:cstheme="minorHAnsi"/>
          <w:sz w:val="22"/>
          <w:szCs w:val="22"/>
        </w:rPr>
      </w:pPr>
    </w:p>
    <w:p w14:paraId="025FE415" w14:textId="77777777" w:rsidR="0020332F" w:rsidRPr="00245E91" w:rsidRDefault="0020332F" w:rsidP="0020332F">
      <w:pPr>
        <w:jc w:val="both"/>
        <w:rPr>
          <w:rFonts w:asciiTheme="minorHAnsi" w:hAnsiTheme="minorHAnsi" w:cstheme="minorHAnsi"/>
          <w:sz w:val="22"/>
          <w:szCs w:val="22"/>
        </w:rPr>
      </w:pPr>
    </w:p>
    <w:p w14:paraId="33BDA2FE" w14:textId="77777777" w:rsidR="0020332F" w:rsidRPr="00245E91" w:rsidRDefault="0020332F" w:rsidP="0020332F">
      <w:pPr>
        <w:jc w:val="both"/>
        <w:rPr>
          <w:rFonts w:asciiTheme="minorHAnsi" w:hAnsiTheme="minorHAnsi" w:cstheme="minorHAnsi"/>
          <w:sz w:val="22"/>
          <w:szCs w:val="22"/>
        </w:rPr>
      </w:pPr>
    </w:p>
    <w:p w14:paraId="0D22A7F2" w14:textId="77777777" w:rsidR="0020332F" w:rsidRDefault="0020332F" w:rsidP="0020332F">
      <w:pPr>
        <w:jc w:val="both"/>
        <w:rPr>
          <w:rFonts w:asciiTheme="minorHAnsi" w:hAnsiTheme="minorHAnsi" w:cstheme="minorHAnsi"/>
          <w:sz w:val="22"/>
          <w:szCs w:val="22"/>
        </w:rPr>
      </w:pPr>
    </w:p>
    <w:p w14:paraId="0591A5D7" w14:textId="77777777" w:rsidR="0020332F" w:rsidRDefault="0020332F" w:rsidP="0020332F">
      <w:pPr>
        <w:jc w:val="both"/>
        <w:rPr>
          <w:rFonts w:asciiTheme="minorHAnsi" w:hAnsiTheme="minorHAnsi" w:cstheme="minorHAnsi"/>
          <w:sz w:val="22"/>
          <w:szCs w:val="22"/>
        </w:rPr>
      </w:pPr>
    </w:p>
    <w:p w14:paraId="3F93E20D" w14:textId="77777777" w:rsidR="0020332F" w:rsidRDefault="0020332F" w:rsidP="0020332F">
      <w:pPr>
        <w:jc w:val="both"/>
        <w:rPr>
          <w:rFonts w:asciiTheme="minorHAnsi" w:hAnsiTheme="minorHAnsi" w:cstheme="minorHAnsi"/>
          <w:sz w:val="22"/>
          <w:szCs w:val="22"/>
        </w:rPr>
      </w:pPr>
    </w:p>
    <w:p w14:paraId="2753E85D" w14:textId="77777777" w:rsidR="0020332F" w:rsidRDefault="0020332F" w:rsidP="0020332F">
      <w:pPr>
        <w:jc w:val="both"/>
        <w:rPr>
          <w:rFonts w:asciiTheme="minorHAnsi" w:hAnsiTheme="minorHAnsi" w:cstheme="minorHAnsi"/>
          <w:sz w:val="22"/>
          <w:szCs w:val="22"/>
        </w:rPr>
      </w:pPr>
    </w:p>
    <w:p w14:paraId="5905F0E1" w14:textId="77777777" w:rsidR="0020332F" w:rsidRDefault="0020332F" w:rsidP="0020332F">
      <w:pPr>
        <w:jc w:val="both"/>
        <w:rPr>
          <w:rFonts w:asciiTheme="minorHAnsi" w:hAnsiTheme="minorHAnsi" w:cstheme="minorHAnsi"/>
          <w:sz w:val="22"/>
          <w:szCs w:val="22"/>
        </w:rPr>
      </w:pPr>
    </w:p>
    <w:p w14:paraId="53F6D150" w14:textId="77777777" w:rsidR="0020332F" w:rsidRDefault="0020332F" w:rsidP="0020332F">
      <w:pPr>
        <w:jc w:val="both"/>
        <w:rPr>
          <w:rFonts w:asciiTheme="minorHAnsi" w:hAnsiTheme="minorHAnsi" w:cstheme="minorHAnsi"/>
          <w:sz w:val="22"/>
          <w:szCs w:val="22"/>
        </w:rPr>
      </w:pPr>
    </w:p>
    <w:p w14:paraId="3EC8C148"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36ABAB1E" w14:textId="77777777" w:rsidR="0020332F" w:rsidRPr="00130859" w:rsidRDefault="0020332F" w:rsidP="0020332F">
      <w:pPr>
        <w:tabs>
          <w:tab w:val="left" w:pos="420"/>
          <w:tab w:val="left" w:pos="5500"/>
        </w:tabs>
        <w:spacing w:before="200"/>
        <w:jc w:val="both"/>
        <w:rPr>
          <w:rFonts w:asciiTheme="minorHAnsi" w:hAnsiTheme="minorHAnsi" w:cstheme="minorHAnsi"/>
          <w:sz w:val="22"/>
          <w:szCs w:val="22"/>
        </w:rPr>
      </w:pPr>
      <w:r>
        <w:rPr>
          <w:rFonts w:asciiTheme="minorHAnsi" w:hAnsiTheme="minorHAnsi" w:cstheme="minorHAnsi"/>
          <w:b/>
          <w:sz w:val="22"/>
          <w:szCs w:val="22"/>
        </w:rPr>
        <w:lastRenderedPageBreak/>
        <w:t>Ε</w:t>
      </w:r>
      <w:r w:rsidRPr="00130859">
        <w:rPr>
          <w:rFonts w:asciiTheme="minorHAnsi" w:hAnsiTheme="minorHAnsi" w:cstheme="minorHAnsi"/>
          <w:b/>
          <w:sz w:val="22"/>
          <w:szCs w:val="22"/>
        </w:rPr>
        <w:t>.</w:t>
      </w:r>
      <w:r w:rsidRPr="00130859">
        <w:rPr>
          <w:rFonts w:asciiTheme="minorHAnsi" w:hAnsiTheme="minorHAnsi" w:cstheme="minorHAnsi"/>
          <w:b/>
          <w:sz w:val="22"/>
          <w:szCs w:val="22"/>
        </w:rPr>
        <w:tab/>
        <w:t>Συνοπτική περιγραφή συναφών έργων</w:t>
      </w:r>
    </w:p>
    <w:p w14:paraId="411B9004" w14:textId="5ECF4CE3" w:rsidR="0020332F" w:rsidRDefault="00BD6900" w:rsidP="0020332F">
      <w:pPr>
        <w:jc w:val="both"/>
        <w:rPr>
          <w:rFonts w:asciiTheme="minorHAnsi" w:hAnsiTheme="minorHAnsi" w:cstheme="minorHAnsi"/>
          <w:sz w:val="22"/>
          <w:szCs w:val="22"/>
        </w:rPr>
      </w:pPr>
      <w:r w:rsidRPr="00BD6900">
        <w:rPr>
          <w:rFonts w:asciiTheme="minorHAnsi" w:hAnsiTheme="minorHAnsi" w:cstheme="minorHAnsi"/>
          <w:i/>
          <w:iCs/>
          <w:sz w:val="20"/>
          <w:szCs w:val="20"/>
        </w:rPr>
        <w:t>Αναφέρονται τα έργα ανάλογου φυσικού αντικειμένου που έχουν υλοποιηθεί ή υλοποιούνται στην γεωγραφική περιοχή της εμβέλειας του φορέα υποβολής της πρότασης στον αντίστοιχο τομέα. Δίνονται για κάθε έργο στοιχεία που αφορούν στην χρονική περίοδο υλοποίησης του έργου, προϋπολογισμό, πολύ συνοπτική αναφορά του έργου και των αποτελεσμάτων αυτού, φορέα χρηματοδότησης, χρηματοδοτικό πλαίσιο και αναμενόμενη ημερομηνία ολοκλήρωσης (σε περίπτωση που το έργο βρίσκεται στη φάση υλοποίησης).</w:t>
      </w:r>
    </w:p>
    <w:p w14:paraId="5970BD72" w14:textId="77777777" w:rsidR="0020332F" w:rsidRDefault="0020332F" w:rsidP="0020332F">
      <w:pPr>
        <w:jc w:val="both"/>
        <w:rPr>
          <w:rFonts w:asciiTheme="minorHAnsi" w:hAnsiTheme="minorHAnsi" w:cstheme="minorHAnsi"/>
          <w:sz w:val="22"/>
          <w:szCs w:val="22"/>
        </w:rPr>
      </w:pPr>
    </w:p>
    <w:p w14:paraId="5520B001" w14:textId="77777777" w:rsidR="0020332F" w:rsidRDefault="0020332F" w:rsidP="0020332F">
      <w:pPr>
        <w:jc w:val="both"/>
        <w:rPr>
          <w:rFonts w:asciiTheme="minorHAnsi" w:hAnsiTheme="minorHAnsi" w:cstheme="minorHAnsi"/>
          <w:sz w:val="22"/>
          <w:szCs w:val="22"/>
        </w:rPr>
      </w:pPr>
    </w:p>
    <w:p w14:paraId="620CFE49" w14:textId="77777777" w:rsidR="0020332F" w:rsidRDefault="0020332F" w:rsidP="0020332F">
      <w:pPr>
        <w:jc w:val="both"/>
        <w:rPr>
          <w:rFonts w:asciiTheme="minorHAnsi" w:hAnsiTheme="minorHAnsi" w:cstheme="minorHAnsi"/>
          <w:sz w:val="22"/>
          <w:szCs w:val="22"/>
        </w:rPr>
      </w:pPr>
    </w:p>
    <w:p w14:paraId="27843440" w14:textId="77777777" w:rsidR="0020332F" w:rsidRDefault="0020332F" w:rsidP="0020332F">
      <w:pPr>
        <w:jc w:val="both"/>
        <w:rPr>
          <w:rFonts w:asciiTheme="minorHAnsi" w:hAnsiTheme="minorHAnsi" w:cstheme="minorHAnsi"/>
          <w:sz w:val="22"/>
          <w:szCs w:val="22"/>
        </w:rPr>
      </w:pPr>
    </w:p>
    <w:p w14:paraId="15D54D26" w14:textId="77777777" w:rsidR="0020332F" w:rsidRDefault="0020332F" w:rsidP="0020332F">
      <w:pPr>
        <w:jc w:val="both"/>
        <w:rPr>
          <w:rFonts w:asciiTheme="minorHAnsi" w:hAnsiTheme="minorHAnsi" w:cstheme="minorHAnsi"/>
          <w:sz w:val="22"/>
          <w:szCs w:val="22"/>
        </w:rPr>
      </w:pPr>
    </w:p>
    <w:p w14:paraId="32FD72BD" w14:textId="77777777" w:rsidR="0020332F" w:rsidRDefault="0020332F" w:rsidP="0020332F">
      <w:pPr>
        <w:jc w:val="both"/>
        <w:rPr>
          <w:rFonts w:asciiTheme="minorHAnsi" w:hAnsiTheme="minorHAnsi" w:cstheme="minorHAnsi"/>
          <w:sz w:val="22"/>
          <w:szCs w:val="22"/>
        </w:rPr>
      </w:pPr>
    </w:p>
    <w:p w14:paraId="40277E86" w14:textId="77777777" w:rsidR="0020332F" w:rsidRDefault="0020332F" w:rsidP="0020332F">
      <w:pPr>
        <w:rPr>
          <w:rFonts w:asciiTheme="minorHAnsi" w:hAnsiTheme="minorHAnsi" w:cstheme="minorHAnsi"/>
          <w:sz w:val="22"/>
          <w:szCs w:val="22"/>
        </w:rPr>
      </w:pPr>
    </w:p>
    <w:p w14:paraId="462DA78E" w14:textId="77777777" w:rsidR="0020332F" w:rsidRDefault="0020332F" w:rsidP="0020332F">
      <w:pPr>
        <w:jc w:val="both"/>
        <w:rPr>
          <w:rFonts w:asciiTheme="minorHAnsi" w:hAnsiTheme="minorHAnsi" w:cstheme="minorHAnsi"/>
          <w:sz w:val="22"/>
          <w:szCs w:val="22"/>
        </w:rPr>
      </w:pPr>
    </w:p>
    <w:p w14:paraId="6081DA5C" w14:textId="77777777" w:rsidR="0020332F" w:rsidRDefault="0020332F" w:rsidP="0020332F">
      <w:pPr>
        <w:jc w:val="both"/>
        <w:rPr>
          <w:rFonts w:asciiTheme="minorHAnsi" w:hAnsiTheme="minorHAnsi" w:cstheme="minorHAnsi"/>
          <w:sz w:val="22"/>
          <w:szCs w:val="22"/>
        </w:rPr>
      </w:pPr>
    </w:p>
    <w:p w14:paraId="70A2EB36" w14:textId="77777777" w:rsidR="0020332F" w:rsidRDefault="0020332F" w:rsidP="0020332F">
      <w:pPr>
        <w:jc w:val="both"/>
        <w:rPr>
          <w:rFonts w:asciiTheme="minorHAnsi" w:hAnsiTheme="minorHAnsi" w:cstheme="minorHAnsi"/>
          <w:sz w:val="22"/>
          <w:szCs w:val="22"/>
        </w:rPr>
      </w:pPr>
    </w:p>
    <w:p w14:paraId="3526771F" w14:textId="77777777" w:rsidR="0020332F" w:rsidRDefault="0020332F" w:rsidP="0020332F">
      <w:pPr>
        <w:jc w:val="both"/>
        <w:rPr>
          <w:rFonts w:asciiTheme="minorHAnsi" w:hAnsiTheme="minorHAnsi" w:cstheme="minorHAnsi"/>
          <w:sz w:val="22"/>
          <w:szCs w:val="22"/>
        </w:rPr>
      </w:pPr>
    </w:p>
    <w:p w14:paraId="1FB4A785" w14:textId="77777777" w:rsidR="0020332F" w:rsidRDefault="0020332F" w:rsidP="0020332F">
      <w:pPr>
        <w:jc w:val="both"/>
        <w:rPr>
          <w:rFonts w:asciiTheme="minorHAnsi" w:hAnsiTheme="minorHAnsi" w:cstheme="minorHAnsi"/>
          <w:sz w:val="22"/>
          <w:szCs w:val="22"/>
        </w:rPr>
      </w:pPr>
    </w:p>
    <w:p w14:paraId="708B6930" w14:textId="77777777" w:rsidR="0020332F" w:rsidRDefault="0020332F" w:rsidP="0020332F">
      <w:pPr>
        <w:jc w:val="both"/>
        <w:rPr>
          <w:rFonts w:asciiTheme="minorHAnsi" w:hAnsiTheme="minorHAnsi" w:cstheme="minorHAnsi"/>
          <w:sz w:val="22"/>
          <w:szCs w:val="22"/>
        </w:rPr>
      </w:pPr>
    </w:p>
    <w:p w14:paraId="2F4F4868" w14:textId="77777777" w:rsidR="0020332F" w:rsidRDefault="0020332F" w:rsidP="0020332F">
      <w:pPr>
        <w:jc w:val="both"/>
        <w:rPr>
          <w:rFonts w:asciiTheme="minorHAnsi" w:hAnsiTheme="minorHAnsi" w:cstheme="minorHAnsi"/>
          <w:sz w:val="22"/>
          <w:szCs w:val="22"/>
        </w:rPr>
      </w:pPr>
    </w:p>
    <w:p w14:paraId="0F997BE6" w14:textId="77777777" w:rsidR="0020332F" w:rsidRDefault="0020332F" w:rsidP="0020332F">
      <w:pPr>
        <w:jc w:val="both"/>
        <w:rPr>
          <w:rFonts w:asciiTheme="minorHAnsi" w:hAnsiTheme="minorHAnsi" w:cstheme="minorHAnsi"/>
          <w:sz w:val="22"/>
          <w:szCs w:val="22"/>
        </w:rPr>
      </w:pPr>
    </w:p>
    <w:p w14:paraId="0E32F04A" w14:textId="77777777" w:rsidR="0020332F" w:rsidRDefault="0020332F" w:rsidP="0020332F">
      <w:pPr>
        <w:jc w:val="both"/>
        <w:rPr>
          <w:rFonts w:asciiTheme="minorHAnsi" w:hAnsiTheme="minorHAnsi" w:cstheme="minorHAnsi"/>
          <w:sz w:val="22"/>
          <w:szCs w:val="22"/>
        </w:rPr>
      </w:pPr>
    </w:p>
    <w:p w14:paraId="5338F02B" w14:textId="77777777" w:rsidR="0020332F" w:rsidRDefault="0020332F" w:rsidP="0020332F">
      <w:pPr>
        <w:jc w:val="both"/>
        <w:rPr>
          <w:rFonts w:asciiTheme="minorHAnsi" w:hAnsiTheme="minorHAnsi" w:cstheme="minorHAnsi"/>
          <w:sz w:val="22"/>
          <w:szCs w:val="22"/>
        </w:rPr>
      </w:pPr>
    </w:p>
    <w:p w14:paraId="4A627EAF" w14:textId="77777777" w:rsidR="0020332F" w:rsidRDefault="0020332F" w:rsidP="0020332F">
      <w:pPr>
        <w:jc w:val="both"/>
        <w:rPr>
          <w:rFonts w:asciiTheme="minorHAnsi" w:hAnsiTheme="minorHAnsi" w:cstheme="minorHAnsi"/>
          <w:sz w:val="22"/>
          <w:szCs w:val="22"/>
        </w:rPr>
      </w:pPr>
    </w:p>
    <w:p w14:paraId="3FA2C9FA" w14:textId="77777777" w:rsidR="0020332F" w:rsidRPr="00B62424" w:rsidRDefault="0020332F" w:rsidP="0020332F">
      <w:pPr>
        <w:jc w:val="both"/>
        <w:rPr>
          <w:rFonts w:asciiTheme="minorHAnsi" w:hAnsiTheme="minorHAnsi" w:cstheme="minorHAnsi"/>
          <w:sz w:val="22"/>
          <w:szCs w:val="22"/>
        </w:rPr>
      </w:pPr>
    </w:p>
    <w:p w14:paraId="632B63D2" w14:textId="77777777" w:rsidR="0020332F" w:rsidRPr="00F23AAA" w:rsidRDefault="0020332F" w:rsidP="0020332F">
      <w:pPr>
        <w:ind w:left="6300"/>
        <w:jc w:val="center"/>
        <w:rPr>
          <w:rFonts w:asciiTheme="minorHAnsi" w:hAnsiTheme="minorHAnsi" w:cstheme="minorHAnsi"/>
          <w:sz w:val="22"/>
          <w:szCs w:val="22"/>
        </w:rPr>
      </w:pPr>
      <w:r w:rsidRPr="00F23AAA">
        <w:rPr>
          <w:rFonts w:asciiTheme="minorHAnsi" w:hAnsiTheme="minorHAnsi" w:cstheme="minorHAnsi"/>
          <w:sz w:val="22"/>
          <w:szCs w:val="22"/>
        </w:rPr>
        <w:t>Ημερομηνία,</w:t>
      </w:r>
    </w:p>
    <w:p w14:paraId="12A14DA0" w14:textId="77777777" w:rsidR="0020332F" w:rsidRPr="00F23AAA" w:rsidRDefault="0020332F" w:rsidP="0020332F">
      <w:pPr>
        <w:ind w:left="6300"/>
        <w:jc w:val="center"/>
        <w:rPr>
          <w:rFonts w:asciiTheme="minorHAnsi" w:hAnsiTheme="minorHAnsi" w:cstheme="minorHAnsi"/>
          <w:sz w:val="22"/>
          <w:szCs w:val="22"/>
        </w:rPr>
      </w:pPr>
    </w:p>
    <w:p w14:paraId="512BC0E6" w14:textId="77777777" w:rsidR="0020332F" w:rsidRPr="00F23AAA" w:rsidRDefault="0020332F" w:rsidP="0020332F">
      <w:pPr>
        <w:ind w:left="6300"/>
        <w:jc w:val="center"/>
        <w:rPr>
          <w:rFonts w:asciiTheme="minorHAnsi" w:hAnsiTheme="minorHAnsi" w:cstheme="minorHAnsi"/>
          <w:sz w:val="22"/>
          <w:szCs w:val="22"/>
        </w:rPr>
      </w:pPr>
    </w:p>
    <w:p w14:paraId="1694263A" w14:textId="77777777" w:rsidR="0020332F" w:rsidRPr="00F23AAA" w:rsidRDefault="0020332F" w:rsidP="0020332F">
      <w:pPr>
        <w:ind w:left="6300"/>
        <w:jc w:val="center"/>
        <w:rPr>
          <w:rFonts w:asciiTheme="minorHAnsi" w:hAnsiTheme="minorHAnsi" w:cstheme="minorHAnsi"/>
          <w:sz w:val="22"/>
          <w:szCs w:val="22"/>
        </w:rPr>
      </w:pPr>
    </w:p>
    <w:p w14:paraId="4C8B3D69" w14:textId="77777777" w:rsidR="0020332F" w:rsidRPr="00F23AAA" w:rsidRDefault="0020332F" w:rsidP="0020332F">
      <w:pPr>
        <w:ind w:left="6300"/>
        <w:jc w:val="center"/>
        <w:rPr>
          <w:rFonts w:asciiTheme="minorHAnsi" w:hAnsiTheme="minorHAnsi" w:cstheme="minorHAnsi"/>
          <w:sz w:val="22"/>
          <w:szCs w:val="22"/>
        </w:rPr>
      </w:pPr>
      <w:r w:rsidRPr="00F23AAA">
        <w:rPr>
          <w:rFonts w:asciiTheme="minorHAnsi" w:hAnsiTheme="minorHAnsi" w:cstheme="minorHAnsi"/>
          <w:sz w:val="22"/>
          <w:szCs w:val="22"/>
        </w:rPr>
        <w:t>Ο Νόμιμος Εκπρόσωπος</w:t>
      </w:r>
    </w:p>
    <w:p w14:paraId="14BFC3C8" w14:textId="77777777" w:rsidR="0020332F" w:rsidRPr="00B62424" w:rsidRDefault="0020332F" w:rsidP="0020332F">
      <w:pPr>
        <w:spacing w:line="360" w:lineRule="auto"/>
        <w:ind w:left="357"/>
        <w:jc w:val="right"/>
        <w:rPr>
          <w:rFonts w:asciiTheme="minorHAnsi" w:hAnsiTheme="minorHAnsi" w:cstheme="minorHAnsi"/>
          <w:sz w:val="22"/>
          <w:szCs w:val="22"/>
        </w:rPr>
      </w:pPr>
    </w:p>
    <w:p w14:paraId="2E2328F4" w14:textId="77777777" w:rsidR="00367443" w:rsidRPr="00F40241" w:rsidRDefault="00367443" w:rsidP="0020332F">
      <w:pPr>
        <w:spacing w:line="360" w:lineRule="auto"/>
        <w:jc w:val="center"/>
        <w:rPr>
          <w:rFonts w:asciiTheme="minorHAnsi" w:hAnsiTheme="minorHAnsi" w:cstheme="minorHAnsi"/>
          <w:sz w:val="22"/>
          <w:szCs w:val="22"/>
          <w:lang w:val="en-US"/>
        </w:rPr>
      </w:pPr>
    </w:p>
    <w:sectPr w:rsidR="00367443" w:rsidRPr="00F40241" w:rsidSect="0086562A">
      <w:headerReference w:type="default" r:id="rId8"/>
      <w:footerReference w:type="default" r:id="rId9"/>
      <w:pgSz w:w="11906" w:h="16838" w:code="9"/>
      <w:pgMar w:top="2028" w:right="1077" w:bottom="1440" w:left="107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97775" w14:textId="77777777" w:rsidR="00A44D89" w:rsidRDefault="00A44D89">
      <w:r>
        <w:separator/>
      </w:r>
    </w:p>
  </w:endnote>
  <w:endnote w:type="continuationSeparator" w:id="0">
    <w:p w14:paraId="19DAD28C" w14:textId="77777777" w:rsidR="00A44D89" w:rsidRDefault="00A44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59" w:type="dxa"/>
      <w:jc w:val="center"/>
      <w:tblBorders>
        <w:top w:val="single" w:sz="4" w:space="0" w:color="auto"/>
      </w:tblBorders>
      <w:tblLook w:val="01E0" w:firstRow="1" w:lastRow="1" w:firstColumn="1" w:lastColumn="1" w:noHBand="0" w:noVBand="0"/>
    </w:tblPr>
    <w:tblGrid>
      <w:gridCol w:w="4608"/>
      <w:gridCol w:w="2995"/>
      <w:gridCol w:w="2356"/>
    </w:tblGrid>
    <w:tr w:rsidR="001E0465" w:rsidRPr="007C3386" w14:paraId="0A7269CA" w14:textId="77777777" w:rsidTr="00605052">
      <w:trPr>
        <w:trHeight w:val="1063"/>
        <w:jc w:val="center"/>
      </w:trPr>
      <w:tc>
        <w:tcPr>
          <w:tcW w:w="2350" w:type="dxa"/>
          <w:tcBorders>
            <w:top w:val="single" w:sz="4" w:space="0" w:color="auto"/>
          </w:tcBorders>
          <w:vAlign w:val="center"/>
        </w:tcPr>
        <w:p w14:paraId="5AFD743E" w14:textId="2B33871C" w:rsidR="00304DEE" w:rsidRPr="006B56AE" w:rsidRDefault="00C17BC4" w:rsidP="00C17BC4">
          <w:pPr>
            <w:ind w:right="360"/>
            <w:jc w:val="center"/>
            <w:rPr>
              <w:rFonts w:ascii="Tahoma" w:hAnsi="Tahoma" w:cs="Tahoma"/>
              <w:sz w:val="16"/>
              <w:szCs w:val="16"/>
              <w:lang w:val="en-US"/>
            </w:rPr>
          </w:pPr>
          <w:r>
            <w:rPr>
              <w:rStyle w:val="a6"/>
              <w:rFonts w:ascii="Tahoma" w:hAnsi="Tahoma" w:cs="Tahoma"/>
              <w:noProof/>
              <w:sz w:val="16"/>
              <w:szCs w:val="16"/>
            </w:rPr>
            <w:drawing>
              <wp:inline distT="0" distB="0" distL="0" distR="0" wp14:anchorId="51AD029F" wp14:editId="7AAC97C4">
                <wp:extent cx="2560320" cy="4267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0320" cy="426720"/>
                        </a:xfrm>
                        <a:prstGeom prst="rect">
                          <a:avLst/>
                        </a:prstGeom>
                        <a:noFill/>
                      </pic:spPr>
                    </pic:pic>
                  </a:graphicData>
                </a:graphic>
              </wp:inline>
            </w:drawing>
          </w:r>
        </w:p>
      </w:tc>
      <w:tc>
        <w:tcPr>
          <w:tcW w:w="5245" w:type="dxa"/>
          <w:tcBorders>
            <w:top w:val="single" w:sz="4" w:space="0" w:color="auto"/>
          </w:tcBorders>
          <w:vAlign w:val="center"/>
        </w:tcPr>
        <w:p w14:paraId="57D14191" w14:textId="72D316A2" w:rsidR="00304DEE" w:rsidRPr="00667063" w:rsidRDefault="00304DEE" w:rsidP="00605052">
          <w:pPr>
            <w:pStyle w:val="a4"/>
            <w:jc w:val="center"/>
            <w:rPr>
              <w:rFonts w:ascii="Arial" w:hAnsi="Arial" w:cs="Tahoma"/>
              <w:sz w:val="14"/>
              <w:szCs w:val="14"/>
            </w:rPr>
          </w:pPr>
        </w:p>
      </w:tc>
      <w:tc>
        <w:tcPr>
          <w:tcW w:w="2364" w:type="dxa"/>
          <w:tcBorders>
            <w:top w:val="single" w:sz="4" w:space="0" w:color="auto"/>
          </w:tcBorders>
          <w:vAlign w:val="center"/>
        </w:tcPr>
        <w:p w14:paraId="11CD423A" w14:textId="3B8BFF01" w:rsidR="00304DEE" w:rsidRPr="007C3386" w:rsidRDefault="00C17BC4" w:rsidP="00605052">
          <w:pPr>
            <w:jc w:val="right"/>
            <w:rPr>
              <w:rFonts w:ascii="Tahoma" w:hAnsi="Tahoma" w:cs="Tahoma"/>
              <w:b/>
            </w:rPr>
          </w:pPr>
          <w:r>
            <w:rPr>
              <w:rFonts w:ascii="Tahoma" w:hAnsi="Tahoma" w:cs="Tahoma"/>
              <w:b/>
              <w:noProof/>
            </w:rPr>
            <w:drawing>
              <wp:inline distT="0" distB="0" distL="0" distR="0" wp14:anchorId="5CEACE22" wp14:editId="1E78D2A3">
                <wp:extent cx="1353185" cy="42037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3185" cy="420370"/>
                        </a:xfrm>
                        <a:prstGeom prst="rect">
                          <a:avLst/>
                        </a:prstGeom>
                        <a:noFill/>
                      </pic:spPr>
                    </pic:pic>
                  </a:graphicData>
                </a:graphic>
              </wp:inline>
            </w:drawing>
          </w:r>
        </w:p>
      </w:tc>
    </w:tr>
  </w:tbl>
  <w:p w14:paraId="62511F21" w14:textId="77777777" w:rsidR="00304DEE" w:rsidRDefault="00304DE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BC47CD" w14:textId="77777777" w:rsidR="00A44D89" w:rsidRDefault="00A44D89">
      <w:r>
        <w:separator/>
      </w:r>
    </w:p>
  </w:footnote>
  <w:footnote w:type="continuationSeparator" w:id="0">
    <w:p w14:paraId="3E95A638" w14:textId="77777777" w:rsidR="00A44D89" w:rsidRDefault="00A44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ACBBA" w14:textId="77777777" w:rsidR="000D2696" w:rsidRPr="00F856D6" w:rsidRDefault="000D2696" w:rsidP="000D2696">
    <w:pPr>
      <w:pBdr>
        <w:bottom w:val="single" w:sz="12" w:space="1" w:color="auto"/>
      </w:pBdr>
      <w:tabs>
        <w:tab w:val="left" w:pos="2880"/>
      </w:tabs>
      <w:ind w:right="-180"/>
      <w:rPr>
        <w:rFonts w:ascii="Verdana" w:hAnsi="Verdana"/>
        <w:b/>
        <w:bCs/>
        <w:sz w:val="15"/>
        <w:szCs w:val="15"/>
      </w:rPr>
    </w:pPr>
    <w:r w:rsidRPr="00F856D6">
      <w:rPr>
        <w:rFonts w:ascii="Verdana" w:hAnsi="Verdana"/>
        <w:b/>
        <w:bCs/>
        <w:sz w:val="15"/>
        <w:szCs w:val="15"/>
      </w:rPr>
      <w:t>4Α: «Ενίσχυση της Κοινωνικής Συνοχής- Ανάπτυξη Κοινωνικών Υποδομών».</w:t>
    </w:r>
  </w:p>
  <w:p w14:paraId="54A68CDD" w14:textId="77777777" w:rsidR="000D2696" w:rsidRDefault="000D2696" w:rsidP="000D2696">
    <w:pPr>
      <w:pBdr>
        <w:bottom w:val="single" w:sz="12" w:space="1" w:color="auto"/>
      </w:pBdr>
      <w:tabs>
        <w:tab w:val="left" w:pos="2880"/>
      </w:tabs>
      <w:ind w:right="-180"/>
      <w:rPr>
        <w:rFonts w:ascii="Verdana" w:hAnsi="Verdana"/>
        <w:b/>
        <w:sz w:val="15"/>
        <w:szCs w:val="15"/>
      </w:rPr>
    </w:pPr>
    <w:r w:rsidRPr="004E1B15">
      <w:rPr>
        <w:rFonts w:ascii="Verdana" w:hAnsi="Verdana"/>
        <w:b/>
        <w:sz w:val="15"/>
        <w:szCs w:val="15"/>
      </w:rPr>
      <w:t xml:space="preserve">ΕΙΔΙΚΟΣ ΣΤΟΧΟΣ: </w:t>
    </w:r>
    <w:r w:rsidRPr="0010127A">
      <w:rPr>
        <w:rFonts w:ascii="Verdana" w:hAnsi="Verdana"/>
        <w:b/>
        <w:sz w:val="15"/>
        <w:szCs w:val="15"/>
      </w:rPr>
      <w:t xml:space="preserve">RSO4.2:  </w:t>
    </w:r>
    <w:r w:rsidRPr="00452531">
      <w:rPr>
        <w:rFonts w:ascii="Verdana" w:hAnsi="Verdana"/>
        <w:b/>
        <w:sz w:val="15"/>
        <w:szCs w:val="15"/>
      </w:rPr>
      <w:t xml:space="preserve">Βελτίωση της ισότιμης πρόσβασης σε ποιοτικές υπηρεσίες εκπαίδευσης, κατάρτισης και διά βίου μάθησης χωρίς αποκλεισμούς μέσω της ανάπτυξης </w:t>
    </w:r>
    <w:proofErr w:type="spellStart"/>
    <w:r w:rsidRPr="00452531">
      <w:rPr>
        <w:rFonts w:ascii="Verdana" w:hAnsi="Verdana"/>
        <w:b/>
        <w:sz w:val="15"/>
        <w:szCs w:val="15"/>
      </w:rPr>
      <w:t>προσβάσιμων</w:t>
    </w:r>
    <w:proofErr w:type="spellEnd"/>
    <w:r w:rsidRPr="00452531">
      <w:rPr>
        <w:rFonts w:ascii="Verdana" w:hAnsi="Verdana"/>
        <w:b/>
        <w:sz w:val="15"/>
        <w:szCs w:val="15"/>
      </w:rPr>
      <w:t xml:space="preserve"> υποδομών, συμπεριλαμβανομένων της ενίσχυσης της ανθεκτικότητας της εξ αποστάσεως και της διαδικτυακής εκπαίδευσης και κατάρτισης </w:t>
    </w:r>
    <w:r w:rsidRPr="004E1B15">
      <w:rPr>
        <w:rFonts w:ascii="Verdana" w:hAnsi="Verdana"/>
        <w:b/>
        <w:sz w:val="15"/>
        <w:szCs w:val="15"/>
      </w:rPr>
      <w:t>(ΕΤΠΑ)</w:t>
    </w:r>
  </w:p>
  <w:p w14:paraId="490DC8FF" w14:textId="77777777" w:rsidR="00240FD9" w:rsidRDefault="00240FD9" w:rsidP="00A83F03">
    <w:pPr>
      <w:tabs>
        <w:tab w:val="left" w:pos="2880"/>
      </w:tabs>
      <w:ind w:right="-180"/>
      <w:rPr>
        <w:rFonts w:ascii="Verdana" w:hAnsi="Verdana"/>
        <w:b/>
        <w:sz w:val="15"/>
        <w:szCs w:val="15"/>
      </w:rPr>
    </w:pPr>
  </w:p>
  <w:p w14:paraId="46B06483" w14:textId="77777777" w:rsidR="00CC49F1" w:rsidRPr="00985286" w:rsidRDefault="00CC49F1" w:rsidP="00A83F03">
    <w:pPr>
      <w:tabs>
        <w:tab w:val="left" w:pos="2880"/>
      </w:tabs>
      <w:ind w:right="-180"/>
      <w:rPr>
        <w:rFonts w:ascii="Verdana" w:hAnsi="Verdana"/>
        <w:b/>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C3B9D"/>
    <w:multiLevelType w:val="hybridMultilevel"/>
    <w:tmpl w:val="6A6401F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 w15:restartNumberingAfterBreak="0">
    <w:nsid w:val="16A55E3F"/>
    <w:multiLevelType w:val="hybridMultilevel"/>
    <w:tmpl w:val="C388E25E"/>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33A2E87"/>
    <w:multiLevelType w:val="hybridMultilevel"/>
    <w:tmpl w:val="5980F3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5507F25"/>
    <w:multiLevelType w:val="hybridMultilevel"/>
    <w:tmpl w:val="29AE6C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FB806B8"/>
    <w:multiLevelType w:val="hybridMultilevel"/>
    <w:tmpl w:val="D370EC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582C57AE"/>
    <w:multiLevelType w:val="hybridMultilevel"/>
    <w:tmpl w:val="DE5CF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0FB16F2"/>
    <w:multiLevelType w:val="hybridMultilevel"/>
    <w:tmpl w:val="5980F3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5367A33"/>
    <w:multiLevelType w:val="hybridMultilevel"/>
    <w:tmpl w:val="B34024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759947E0"/>
    <w:multiLevelType w:val="hybridMultilevel"/>
    <w:tmpl w:val="4A483C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14265319">
    <w:abstractNumId w:val="3"/>
  </w:num>
  <w:num w:numId="2" w16cid:durableId="688070859">
    <w:abstractNumId w:val="8"/>
  </w:num>
  <w:num w:numId="3" w16cid:durableId="1314871070">
    <w:abstractNumId w:val="0"/>
  </w:num>
  <w:num w:numId="4" w16cid:durableId="1875460369">
    <w:abstractNumId w:val="5"/>
  </w:num>
  <w:num w:numId="5" w16cid:durableId="1336036841">
    <w:abstractNumId w:val="1"/>
  </w:num>
  <w:num w:numId="6" w16cid:durableId="25107190">
    <w:abstractNumId w:val="2"/>
  </w:num>
  <w:num w:numId="7" w16cid:durableId="655691001">
    <w:abstractNumId w:val="6"/>
  </w:num>
  <w:num w:numId="8" w16cid:durableId="1344281398">
    <w:abstractNumId w:val="7"/>
  </w:num>
  <w:num w:numId="9" w16cid:durableId="15896514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054"/>
    <w:rsid w:val="00003828"/>
    <w:rsid w:val="00003968"/>
    <w:rsid w:val="00025688"/>
    <w:rsid w:val="000262E6"/>
    <w:rsid w:val="0003557D"/>
    <w:rsid w:val="00037AC3"/>
    <w:rsid w:val="00045FA2"/>
    <w:rsid w:val="000546B3"/>
    <w:rsid w:val="00054A6D"/>
    <w:rsid w:val="00061535"/>
    <w:rsid w:val="00063A31"/>
    <w:rsid w:val="000655ED"/>
    <w:rsid w:val="00072501"/>
    <w:rsid w:val="00073554"/>
    <w:rsid w:val="00081FA2"/>
    <w:rsid w:val="00093A21"/>
    <w:rsid w:val="000941F0"/>
    <w:rsid w:val="000B6413"/>
    <w:rsid w:val="000D2696"/>
    <w:rsid w:val="000D389C"/>
    <w:rsid w:val="000D4FF0"/>
    <w:rsid w:val="000D631E"/>
    <w:rsid w:val="00105BD8"/>
    <w:rsid w:val="00110E43"/>
    <w:rsid w:val="00121FD1"/>
    <w:rsid w:val="001226F9"/>
    <w:rsid w:val="00124D13"/>
    <w:rsid w:val="00130859"/>
    <w:rsid w:val="00137246"/>
    <w:rsid w:val="00150914"/>
    <w:rsid w:val="00155F44"/>
    <w:rsid w:val="00156EFB"/>
    <w:rsid w:val="00161230"/>
    <w:rsid w:val="00161CFA"/>
    <w:rsid w:val="00163449"/>
    <w:rsid w:val="001974F3"/>
    <w:rsid w:val="001E0465"/>
    <w:rsid w:val="001E51C9"/>
    <w:rsid w:val="001E556A"/>
    <w:rsid w:val="001F2928"/>
    <w:rsid w:val="001F6D0C"/>
    <w:rsid w:val="0020332F"/>
    <w:rsid w:val="0021577D"/>
    <w:rsid w:val="00224689"/>
    <w:rsid w:val="00226485"/>
    <w:rsid w:val="00226FB0"/>
    <w:rsid w:val="00240FD9"/>
    <w:rsid w:val="002415AB"/>
    <w:rsid w:val="002437B8"/>
    <w:rsid w:val="00245E91"/>
    <w:rsid w:val="0025354F"/>
    <w:rsid w:val="002544D1"/>
    <w:rsid w:val="00254F68"/>
    <w:rsid w:val="0026557A"/>
    <w:rsid w:val="00275378"/>
    <w:rsid w:val="002963E9"/>
    <w:rsid w:val="002C518F"/>
    <w:rsid w:val="002D2ABD"/>
    <w:rsid w:val="002E079D"/>
    <w:rsid w:val="002E7305"/>
    <w:rsid w:val="002E7784"/>
    <w:rsid w:val="002F22E7"/>
    <w:rsid w:val="002F494F"/>
    <w:rsid w:val="002F74AC"/>
    <w:rsid w:val="00304DEE"/>
    <w:rsid w:val="003067CC"/>
    <w:rsid w:val="003130A1"/>
    <w:rsid w:val="00313B17"/>
    <w:rsid w:val="00322620"/>
    <w:rsid w:val="0033151D"/>
    <w:rsid w:val="003368CA"/>
    <w:rsid w:val="00346E19"/>
    <w:rsid w:val="00367168"/>
    <w:rsid w:val="00367443"/>
    <w:rsid w:val="0038096C"/>
    <w:rsid w:val="003B1BAE"/>
    <w:rsid w:val="003B4AF7"/>
    <w:rsid w:val="00405E99"/>
    <w:rsid w:val="00411D18"/>
    <w:rsid w:val="00434B02"/>
    <w:rsid w:val="004378D9"/>
    <w:rsid w:val="00447E48"/>
    <w:rsid w:val="004652B8"/>
    <w:rsid w:val="00472BE0"/>
    <w:rsid w:val="00482136"/>
    <w:rsid w:val="004B1797"/>
    <w:rsid w:val="004B1FF4"/>
    <w:rsid w:val="004B4D96"/>
    <w:rsid w:val="004C6313"/>
    <w:rsid w:val="00511DBB"/>
    <w:rsid w:val="00512AFB"/>
    <w:rsid w:val="00542F1F"/>
    <w:rsid w:val="0056731C"/>
    <w:rsid w:val="0057226A"/>
    <w:rsid w:val="0057309E"/>
    <w:rsid w:val="00596BE0"/>
    <w:rsid w:val="005D0992"/>
    <w:rsid w:val="005E07A1"/>
    <w:rsid w:val="005E328E"/>
    <w:rsid w:val="005E3E32"/>
    <w:rsid w:val="006037A1"/>
    <w:rsid w:val="00605052"/>
    <w:rsid w:val="00613C92"/>
    <w:rsid w:val="00625763"/>
    <w:rsid w:val="00640FC8"/>
    <w:rsid w:val="00642C3A"/>
    <w:rsid w:val="00647234"/>
    <w:rsid w:val="00654F86"/>
    <w:rsid w:val="006557A3"/>
    <w:rsid w:val="0065707E"/>
    <w:rsid w:val="0066701E"/>
    <w:rsid w:val="00673967"/>
    <w:rsid w:val="00683240"/>
    <w:rsid w:val="00691525"/>
    <w:rsid w:val="00695941"/>
    <w:rsid w:val="006973A0"/>
    <w:rsid w:val="006A5DC4"/>
    <w:rsid w:val="006B0D50"/>
    <w:rsid w:val="006B3A6B"/>
    <w:rsid w:val="006B56AE"/>
    <w:rsid w:val="006D6AB8"/>
    <w:rsid w:val="006F447C"/>
    <w:rsid w:val="006F5158"/>
    <w:rsid w:val="00704C5A"/>
    <w:rsid w:val="0071333F"/>
    <w:rsid w:val="00720A6A"/>
    <w:rsid w:val="00724156"/>
    <w:rsid w:val="0072743F"/>
    <w:rsid w:val="00751D59"/>
    <w:rsid w:val="00755EF3"/>
    <w:rsid w:val="007777EC"/>
    <w:rsid w:val="007B332E"/>
    <w:rsid w:val="007B3F3F"/>
    <w:rsid w:val="007C3A0C"/>
    <w:rsid w:val="007C6F6E"/>
    <w:rsid w:val="007E00CA"/>
    <w:rsid w:val="007E68C2"/>
    <w:rsid w:val="00807335"/>
    <w:rsid w:val="008138E5"/>
    <w:rsid w:val="00826DBE"/>
    <w:rsid w:val="00832FC3"/>
    <w:rsid w:val="008342CE"/>
    <w:rsid w:val="00837603"/>
    <w:rsid w:val="008547D1"/>
    <w:rsid w:val="00855604"/>
    <w:rsid w:val="00857A43"/>
    <w:rsid w:val="0086562A"/>
    <w:rsid w:val="00881D5E"/>
    <w:rsid w:val="00882FEA"/>
    <w:rsid w:val="0089482D"/>
    <w:rsid w:val="008A6A6E"/>
    <w:rsid w:val="008C5659"/>
    <w:rsid w:val="008D490A"/>
    <w:rsid w:val="008E0BEF"/>
    <w:rsid w:val="008E76E7"/>
    <w:rsid w:val="008F3BBC"/>
    <w:rsid w:val="008F4D45"/>
    <w:rsid w:val="008F4DDA"/>
    <w:rsid w:val="008F7C06"/>
    <w:rsid w:val="009026FF"/>
    <w:rsid w:val="009053F4"/>
    <w:rsid w:val="00910123"/>
    <w:rsid w:val="00910C62"/>
    <w:rsid w:val="0091253F"/>
    <w:rsid w:val="009267C0"/>
    <w:rsid w:val="00933470"/>
    <w:rsid w:val="00943054"/>
    <w:rsid w:val="009639C4"/>
    <w:rsid w:val="00971293"/>
    <w:rsid w:val="00993749"/>
    <w:rsid w:val="009D1EAD"/>
    <w:rsid w:val="009D2B9D"/>
    <w:rsid w:val="009E053A"/>
    <w:rsid w:val="009F138E"/>
    <w:rsid w:val="00A00070"/>
    <w:rsid w:val="00A01B3F"/>
    <w:rsid w:val="00A02E05"/>
    <w:rsid w:val="00A06360"/>
    <w:rsid w:val="00A2446A"/>
    <w:rsid w:val="00A27B2A"/>
    <w:rsid w:val="00A33E1E"/>
    <w:rsid w:val="00A41FF9"/>
    <w:rsid w:val="00A44D89"/>
    <w:rsid w:val="00A525AD"/>
    <w:rsid w:val="00A6769C"/>
    <w:rsid w:val="00A83F03"/>
    <w:rsid w:val="00AA6B3A"/>
    <w:rsid w:val="00AC3696"/>
    <w:rsid w:val="00AC486B"/>
    <w:rsid w:val="00AD3EFB"/>
    <w:rsid w:val="00AE0582"/>
    <w:rsid w:val="00AF2A4B"/>
    <w:rsid w:val="00AF6942"/>
    <w:rsid w:val="00B06EDE"/>
    <w:rsid w:val="00B10392"/>
    <w:rsid w:val="00B134C8"/>
    <w:rsid w:val="00B13BB2"/>
    <w:rsid w:val="00B27B91"/>
    <w:rsid w:val="00B27C48"/>
    <w:rsid w:val="00B31B47"/>
    <w:rsid w:val="00B33369"/>
    <w:rsid w:val="00B35F00"/>
    <w:rsid w:val="00B575A4"/>
    <w:rsid w:val="00B601C3"/>
    <w:rsid w:val="00B62424"/>
    <w:rsid w:val="00B70C8C"/>
    <w:rsid w:val="00B723A8"/>
    <w:rsid w:val="00B82C2D"/>
    <w:rsid w:val="00B83BAB"/>
    <w:rsid w:val="00B85C1A"/>
    <w:rsid w:val="00BA4CE2"/>
    <w:rsid w:val="00BD2B05"/>
    <w:rsid w:val="00BD3F19"/>
    <w:rsid w:val="00BD6900"/>
    <w:rsid w:val="00BE746A"/>
    <w:rsid w:val="00C017AC"/>
    <w:rsid w:val="00C12092"/>
    <w:rsid w:val="00C13D74"/>
    <w:rsid w:val="00C17BC4"/>
    <w:rsid w:val="00C2602A"/>
    <w:rsid w:val="00C4157D"/>
    <w:rsid w:val="00C60335"/>
    <w:rsid w:val="00C66188"/>
    <w:rsid w:val="00C82959"/>
    <w:rsid w:val="00CA1977"/>
    <w:rsid w:val="00CA3B74"/>
    <w:rsid w:val="00CA7ABA"/>
    <w:rsid w:val="00CB6075"/>
    <w:rsid w:val="00CC21E2"/>
    <w:rsid w:val="00CC4224"/>
    <w:rsid w:val="00CC49F1"/>
    <w:rsid w:val="00CE2866"/>
    <w:rsid w:val="00CF1446"/>
    <w:rsid w:val="00D028E2"/>
    <w:rsid w:val="00D20C6F"/>
    <w:rsid w:val="00D21C54"/>
    <w:rsid w:val="00D24251"/>
    <w:rsid w:val="00D32165"/>
    <w:rsid w:val="00D346F9"/>
    <w:rsid w:val="00D432FE"/>
    <w:rsid w:val="00D85C8A"/>
    <w:rsid w:val="00D85D47"/>
    <w:rsid w:val="00D9501F"/>
    <w:rsid w:val="00DB1228"/>
    <w:rsid w:val="00DE36A7"/>
    <w:rsid w:val="00DE4217"/>
    <w:rsid w:val="00DF1830"/>
    <w:rsid w:val="00DF5BE0"/>
    <w:rsid w:val="00E10489"/>
    <w:rsid w:val="00E13673"/>
    <w:rsid w:val="00E2590F"/>
    <w:rsid w:val="00E27B31"/>
    <w:rsid w:val="00E511C0"/>
    <w:rsid w:val="00E66F29"/>
    <w:rsid w:val="00E670A1"/>
    <w:rsid w:val="00EA58AA"/>
    <w:rsid w:val="00EB035D"/>
    <w:rsid w:val="00EB0BAF"/>
    <w:rsid w:val="00EC0313"/>
    <w:rsid w:val="00EC26E0"/>
    <w:rsid w:val="00ED67E4"/>
    <w:rsid w:val="00EE24EE"/>
    <w:rsid w:val="00EF0598"/>
    <w:rsid w:val="00EF1CBF"/>
    <w:rsid w:val="00EF291A"/>
    <w:rsid w:val="00EF65A2"/>
    <w:rsid w:val="00F06740"/>
    <w:rsid w:val="00F1005F"/>
    <w:rsid w:val="00F20240"/>
    <w:rsid w:val="00F22367"/>
    <w:rsid w:val="00F23AAA"/>
    <w:rsid w:val="00F36EDA"/>
    <w:rsid w:val="00F40241"/>
    <w:rsid w:val="00F45611"/>
    <w:rsid w:val="00F50A7A"/>
    <w:rsid w:val="00F54F94"/>
    <w:rsid w:val="00F62609"/>
    <w:rsid w:val="00F766C4"/>
    <w:rsid w:val="00F81C56"/>
    <w:rsid w:val="00F84EC4"/>
    <w:rsid w:val="00F93794"/>
    <w:rsid w:val="00FB0FB8"/>
    <w:rsid w:val="00FB1FC0"/>
    <w:rsid w:val="00FB77A1"/>
    <w:rsid w:val="00FC65AD"/>
    <w:rsid w:val="00FE1322"/>
    <w:rsid w:val="00FF1FE2"/>
    <w:rsid w:val="00FF491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DAE755B"/>
  <w15:chartTrackingRefBased/>
  <w15:docId w15:val="{0300611A-84DC-46DF-95B2-59383C58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6F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26FB0"/>
    <w:pPr>
      <w:tabs>
        <w:tab w:val="center" w:pos="4153"/>
        <w:tab w:val="right" w:pos="8306"/>
      </w:tabs>
    </w:pPr>
  </w:style>
  <w:style w:type="paragraph" w:styleId="a4">
    <w:name w:val="footer"/>
    <w:aliases w:val="ft"/>
    <w:basedOn w:val="a"/>
    <w:link w:val="Char"/>
    <w:rsid w:val="00226FB0"/>
    <w:pPr>
      <w:tabs>
        <w:tab w:val="center" w:pos="4153"/>
        <w:tab w:val="right" w:pos="8306"/>
      </w:tabs>
    </w:pPr>
  </w:style>
  <w:style w:type="paragraph" w:styleId="a5">
    <w:name w:val="Balloon Text"/>
    <w:basedOn w:val="a"/>
    <w:semiHidden/>
    <w:rsid w:val="00150914"/>
    <w:rPr>
      <w:rFonts w:ascii="Tahoma" w:hAnsi="Tahoma" w:cs="Tahoma"/>
      <w:sz w:val="16"/>
      <w:szCs w:val="16"/>
    </w:rPr>
  </w:style>
  <w:style w:type="character" w:styleId="a6">
    <w:name w:val="page number"/>
    <w:basedOn w:val="a0"/>
    <w:rsid w:val="00304DEE"/>
  </w:style>
  <w:style w:type="character" w:customStyle="1" w:styleId="Char">
    <w:name w:val="Υποσέλιδο Char"/>
    <w:aliases w:val="ft Char"/>
    <w:link w:val="a4"/>
    <w:semiHidden/>
    <w:locked/>
    <w:rsid w:val="00304DEE"/>
    <w:rPr>
      <w:sz w:val="24"/>
      <w:szCs w:val="24"/>
      <w:lang w:val="el-GR" w:eastAsia="el-GR" w:bidi="ar-SA"/>
    </w:rPr>
  </w:style>
  <w:style w:type="paragraph" w:styleId="a7">
    <w:name w:val="footnote text"/>
    <w:basedOn w:val="a"/>
    <w:semiHidden/>
    <w:rsid w:val="00EB0BAF"/>
    <w:rPr>
      <w:sz w:val="20"/>
      <w:szCs w:val="20"/>
    </w:rPr>
  </w:style>
  <w:style w:type="character" w:styleId="a8">
    <w:name w:val="footnote reference"/>
    <w:semiHidden/>
    <w:rsid w:val="00EB0BAF"/>
    <w:rPr>
      <w:vertAlign w:val="superscript"/>
    </w:rPr>
  </w:style>
  <w:style w:type="paragraph" w:customStyle="1" w:styleId="CharCharCharCharCharCharChar">
    <w:name w:val="Char Char Char Char Char Char Char"/>
    <w:basedOn w:val="a"/>
    <w:rsid w:val="00B27C48"/>
    <w:pPr>
      <w:autoSpaceDE w:val="0"/>
      <w:autoSpaceDN w:val="0"/>
      <w:adjustRightInd w:val="0"/>
      <w:spacing w:after="160" w:line="240" w:lineRule="exact"/>
    </w:pPr>
    <w:rPr>
      <w:rFonts w:ascii="Verdana" w:hAnsi="Verdana"/>
      <w:sz w:val="20"/>
      <w:szCs w:val="20"/>
      <w:lang w:val="en-US" w:eastAsia="en-US"/>
    </w:rPr>
  </w:style>
  <w:style w:type="paragraph" w:styleId="a9">
    <w:name w:val="List Paragraph"/>
    <w:basedOn w:val="a"/>
    <w:uiPriority w:val="34"/>
    <w:qFormat/>
    <w:rsid w:val="00EF65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989662">
      <w:bodyDiv w:val="1"/>
      <w:marLeft w:val="0"/>
      <w:marRight w:val="0"/>
      <w:marTop w:val="0"/>
      <w:marBottom w:val="0"/>
      <w:divBdr>
        <w:top w:val="none" w:sz="0" w:space="0" w:color="auto"/>
        <w:left w:val="none" w:sz="0" w:space="0" w:color="auto"/>
        <w:bottom w:val="none" w:sz="0" w:space="0" w:color="auto"/>
        <w:right w:val="none" w:sz="0" w:space="0" w:color="auto"/>
      </w:divBdr>
    </w:div>
    <w:div w:id="793911494">
      <w:bodyDiv w:val="1"/>
      <w:marLeft w:val="0"/>
      <w:marRight w:val="0"/>
      <w:marTop w:val="0"/>
      <w:marBottom w:val="0"/>
      <w:divBdr>
        <w:top w:val="none" w:sz="0" w:space="0" w:color="auto"/>
        <w:left w:val="none" w:sz="0" w:space="0" w:color="auto"/>
        <w:bottom w:val="none" w:sz="0" w:space="0" w:color="auto"/>
        <w:right w:val="none" w:sz="0" w:space="0" w:color="auto"/>
      </w:divBdr>
    </w:div>
    <w:div w:id="114184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ouflouzellis\OneDrive%20-%20MOU%20S.A%20(1)\&#924;&#959;&#957;&#940;&#948;&#945;%20&#913;\2021-2027\&#928;&#961;&#959;&#963;&#954;&#955;&#942;&#963;&#949;&#953;&#962;%2021-27\&#917;&#932;&#928;&#913;\2\RSO_2.1\2.1_12\&#934;&#940;&#954;&#949;&#955;&#959;&#962;_&#949;&#961;&#947;&#945;&#963;&#943;&#945;&#962;\&#904;&#957;&#964;&#965;&#960;&#945;\&#932;&#949;&#967;&#957;&#953;&#954;&#942;_&#904;&#954;&#952;&#949;&#963;&#951;_&#928;&#961;&#959;&#964;&#949;&#953;&#957;&#972;&#956;&#949;&#957;&#951;&#962;_&#928;&#961;&#940;&#958;&#951;&#962;.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3E350-098D-4D22-B4FD-3E7C4C11E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Τεχνική_Έκθεση_Προτεινόμενης_Πράξης</Template>
  <TotalTime>8</TotalTime>
  <Pages>5</Pages>
  <Words>338</Words>
  <Characters>2395</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Τεχνική Έκθεση Κωδ. ΘΠ 45</vt:lpstr>
    </vt:vector>
  </TitlesOfParts>
  <Company>ΕΥΔ Β. ΑΙΓΑΙΟ</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Τεχνική Έκθεση Κωδ. ΘΠ 45</dc:title>
  <dc:subject/>
  <dc:creator>ΜΟΥΦΛΟΥΖΕΛΛΗΣ ΕΥΣΤΡΑΤΙΟΣ</dc:creator>
  <cp:keywords/>
  <cp:lastModifiedBy>ΜΑΤΣΑΓΚΑΣ ΕΜΜΑΝΟΥΗΛ</cp:lastModifiedBy>
  <cp:revision>6</cp:revision>
  <cp:lastPrinted>2024-06-28T10:55:00Z</cp:lastPrinted>
  <dcterms:created xsi:type="dcterms:W3CDTF">2024-09-10T07:38:00Z</dcterms:created>
  <dcterms:modified xsi:type="dcterms:W3CDTF">2025-10-22T10:04:00Z</dcterms:modified>
</cp:coreProperties>
</file>